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059E4FDC" w:rsidR="004E2C6F" w:rsidRPr="00A92683" w:rsidRDefault="00396217" w:rsidP="0034744C">
      <w:pPr>
        <w:pStyle w:val="PIDachzeile"/>
        <w:tabs>
          <w:tab w:val="left" w:pos="1309"/>
        </w:tabs>
        <w:ind w:right="3490"/>
        <w:rPr>
          <w:b/>
          <w:bCs/>
          <w:sz w:val="28"/>
          <w:szCs w:val="28"/>
          <w:lang w:val="en-US"/>
        </w:rPr>
      </w:pPr>
      <w:r w:rsidRPr="00A92683">
        <w:rPr>
          <w:noProof/>
          <w:lang w:val="en-US"/>
        </w:rPr>
        <mc:AlternateContent>
          <mc:Choice Requires="wps">
            <w:drawing>
              <wp:anchor distT="0" distB="0" distL="114300" distR="114300" simplePos="0" relativeHeight="251658240" behindDoc="0" locked="0" layoutInCell="1" allowOverlap="1" wp14:anchorId="2711293E" wp14:editId="3D664712">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E45EBF"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E45EBF" w:rsidRDefault="00396217">
                                  <w:pPr>
                                    <w:pStyle w:val="PIKontakt"/>
                                    <w:tabs>
                                      <w:tab w:val="left" w:pos="3600"/>
                                    </w:tabs>
                                    <w:rPr>
                                      <w:lang w:val="en-GB"/>
                                    </w:rPr>
                                  </w:pPr>
                                </w:p>
                              </w:tc>
                            </w:tr>
                            <w:tr w:rsidR="00396217" w:rsidRPr="00E45EBF" w14:paraId="55B1A10D" w14:textId="77777777">
                              <w:tc>
                                <w:tcPr>
                                  <w:tcW w:w="3864" w:type="dxa"/>
                                  <w:tcBorders>
                                    <w:right w:val="single" w:sz="6" w:space="0" w:color="auto"/>
                                  </w:tcBorders>
                                  <w:tcMar>
                                    <w:right w:w="170" w:type="dxa"/>
                                  </w:tcMar>
                                </w:tcPr>
                                <w:p w14:paraId="76234AD6" w14:textId="4E914BA9" w:rsidR="000136BF" w:rsidRPr="00E45EBF" w:rsidRDefault="000136BF" w:rsidP="000136BF">
                                  <w:pPr>
                                    <w:pStyle w:val="PIKontakt"/>
                                    <w:rPr>
                                      <w:b/>
                                      <w:lang w:val="en-GB"/>
                                    </w:rPr>
                                  </w:pPr>
                                  <w:r w:rsidRPr="00E45EBF">
                                    <w:rPr>
                                      <w:b/>
                                      <w:lang w:val="en-GB"/>
                                    </w:rPr>
                                    <w:t>P</w:t>
                                  </w:r>
                                  <w:r w:rsidR="00E45EBF">
                                    <w:rPr>
                                      <w:b/>
                                      <w:lang w:val="en-GB"/>
                                    </w:rPr>
                                    <w:t>ublic Relations</w:t>
                                  </w:r>
                                </w:p>
                                <w:p w14:paraId="42FAD9F2" w14:textId="51691B5F" w:rsidR="000136BF" w:rsidRPr="00E45EBF" w:rsidRDefault="000136BF" w:rsidP="000136BF">
                                  <w:pPr>
                                    <w:pStyle w:val="PIKontakt"/>
                                    <w:rPr>
                                      <w:lang w:val="en-GB"/>
                                    </w:rPr>
                                  </w:pPr>
                                  <w:r w:rsidRPr="00E45EBF">
                                    <w:rPr>
                                      <w:lang w:val="en-GB"/>
                                    </w:rPr>
                                    <w:t>Birgit Hagelschuer</w:t>
                                  </w:r>
                                  <w:r w:rsidRPr="00E45EBF">
                                    <w:rPr>
                                      <w:lang w:val="en-GB"/>
                                    </w:rPr>
                                    <w:br/>
                                    <w:t xml:space="preserve">Phone +49 </w:t>
                                  </w:r>
                                  <w:r w:rsidRPr="00E45EBF">
                                    <w:rPr>
                                      <w:bCs/>
                                      <w:color w:val="000000"/>
                                      <w:szCs w:val="18"/>
                                      <w:lang w:val="en-GB"/>
                                    </w:rPr>
                                    <w:t>2173 3964-180</w:t>
                                  </w:r>
                                  <w:r w:rsidRPr="00E45EBF">
                                    <w:rPr>
                                      <w:lang w:val="en-GB"/>
                                    </w:rPr>
                                    <w:br/>
                                    <w:t xml:space="preserve">Fax +49 </w:t>
                                  </w:r>
                                  <w:r w:rsidRPr="00E45EBF">
                                    <w:rPr>
                                      <w:bCs/>
                                      <w:color w:val="000000"/>
                                      <w:szCs w:val="18"/>
                                      <w:lang w:val="en-GB"/>
                                    </w:rPr>
                                    <w:t>2173 3964-613</w:t>
                                  </w:r>
                                  <w:r w:rsidRPr="00E45EBF">
                                    <w:rPr>
                                      <w:lang w:val="en-GB"/>
                                    </w:rPr>
                                    <w:br/>
                                    <w:t>E-Mail: hagelschuer.b@eplan.de</w:t>
                                  </w:r>
                                </w:p>
                                <w:p w14:paraId="43E224FC" w14:textId="560AB9F0" w:rsidR="00396217" w:rsidRPr="00E45EBF" w:rsidRDefault="000136BF" w:rsidP="000136BF">
                                  <w:pPr>
                                    <w:pStyle w:val="PIKontakt"/>
                                    <w:rPr>
                                      <w:lang w:val="en-GB"/>
                                    </w:rPr>
                                  </w:pPr>
                                  <w:r w:rsidRPr="00E45EBF">
                                    <w:rPr>
                                      <w:szCs w:val="18"/>
                                      <w:lang w:val="en-GB"/>
                                    </w:rPr>
                                    <w:t>EPLAN GmbH &amp; Co. KG</w:t>
                                  </w:r>
                                  <w:r w:rsidRPr="00E45EBF">
                                    <w:rPr>
                                      <w:szCs w:val="18"/>
                                      <w:lang w:val="en-GB"/>
                                    </w:rPr>
                                    <w:br/>
                                    <w:t>An der alten Ziegelei 2</w:t>
                                  </w:r>
                                  <w:r w:rsidRPr="00E45EBF">
                                    <w:rPr>
                                      <w:szCs w:val="18"/>
                                      <w:lang w:val="en-GB"/>
                                    </w:rPr>
                                    <w:br/>
                                    <w:t>40789 Monheim am Rhein</w:t>
                                  </w:r>
                                  <w:r w:rsidR="00E45EBF">
                                    <w:rPr>
                                      <w:szCs w:val="18"/>
                                      <w:lang w:val="en-GB"/>
                                    </w:rPr>
                                    <w:br/>
                                    <w:t>Germany</w:t>
                                  </w:r>
                                  <w:r w:rsidRPr="00E45EBF">
                                    <w:rPr>
                                      <w:szCs w:val="18"/>
                                      <w:lang w:val="en-GB"/>
                                    </w:rPr>
                                    <w:br/>
                                  </w:r>
                                  <w:r w:rsidRPr="00E45EBF">
                                    <w:rPr>
                                      <w:lang w:val="en-GB"/>
                                    </w:rPr>
                                    <w:t>www.eplan.</w:t>
                                  </w:r>
                                  <w:r w:rsidR="003071F9" w:rsidRPr="00E45EBF">
                                    <w:rPr>
                                      <w:lang w:val="en-GB"/>
                                    </w:rPr>
                                    <w:t>de</w:t>
                                  </w:r>
                                </w:p>
                              </w:tc>
                            </w:tr>
                            <w:tr w:rsidR="00396217" w:rsidRPr="00E45EBF" w14:paraId="2E35BE71" w14:textId="77777777">
                              <w:trPr>
                                <w:trHeight w:val="1418"/>
                              </w:trPr>
                              <w:tc>
                                <w:tcPr>
                                  <w:tcW w:w="3864" w:type="dxa"/>
                                  <w:tcBorders>
                                    <w:right w:val="single" w:sz="6" w:space="0" w:color="auto"/>
                                  </w:tcBorders>
                                  <w:tcMar>
                                    <w:right w:w="170" w:type="dxa"/>
                                  </w:tcMar>
                                </w:tcPr>
                                <w:p w14:paraId="1A7C50D5" w14:textId="77777777" w:rsidR="00396217" w:rsidRPr="00E45EBF" w:rsidRDefault="00396217">
                                  <w:pPr>
                                    <w:pStyle w:val="PIKontakt"/>
                                    <w:tabs>
                                      <w:tab w:val="left" w:pos="3600"/>
                                    </w:tabs>
                                    <w:rPr>
                                      <w:lang w:val="en-GB"/>
                                    </w:rPr>
                                  </w:pPr>
                                </w:p>
                              </w:tc>
                            </w:tr>
                          </w:tbl>
                          <w:p w14:paraId="5ED7BE54" w14:textId="77777777" w:rsidR="00396217" w:rsidRPr="00E45EBF" w:rsidRDefault="00396217" w:rsidP="00396217">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1293E" id="_x0000_t202" coordsize="21600,21600" o:spt="202" path="m,l,21600r21600,l21600,xe">
                <v:stroke joinstyle="miter"/>
                <v:path gradientshapeok="t" o:connecttype="rect"/>
              </v:shapetype>
              <v:shape id="Text Box 3" o:spid="_x0000_s1026"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E45EBF"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E45EBF" w:rsidRDefault="00396217">
                            <w:pPr>
                              <w:pStyle w:val="PIKontakt"/>
                              <w:tabs>
                                <w:tab w:val="left" w:pos="3600"/>
                              </w:tabs>
                              <w:rPr>
                                <w:lang w:val="en-GB"/>
                              </w:rPr>
                            </w:pPr>
                          </w:p>
                        </w:tc>
                      </w:tr>
                      <w:tr w:rsidR="00396217" w:rsidRPr="00E45EBF" w14:paraId="55B1A10D" w14:textId="77777777">
                        <w:tc>
                          <w:tcPr>
                            <w:tcW w:w="3864" w:type="dxa"/>
                            <w:tcBorders>
                              <w:right w:val="single" w:sz="6" w:space="0" w:color="auto"/>
                            </w:tcBorders>
                            <w:tcMar>
                              <w:right w:w="170" w:type="dxa"/>
                            </w:tcMar>
                          </w:tcPr>
                          <w:p w14:paraId="76234AD6" w14:textId="4E914BA9" w:rsidR="000136BF" w:rsidRPr="00E45EBF" w:rsidRDefault="000136BF" w:rsidP="000136BF">
                            <w:pPr>
                              <w:pStyle w:val="PIKontakt"/>
                              <w:rPr>
                                <w:b/>
                                <w:lang w:val="en-GB"/>
                              </w:rPr>
                            </w:pPr>
                            <w:r w:rsidRPr="00E45EBF">
                              <w:rPr>
                                <w:b/>
                                <w:lang w:val="en-GB"/>
                              </w:rPr>
                              <w:t>P</w:t>
                            </w:r>
                            <w:r w:rsidR="00E45EBF">
                              <w:rPr>
                                <w:b/>
                                <w:lang w:val="en-GB"/>
                              </w:rPr>
                              <w:t>ublic Relations</w:t>
                            </w:r>
                          </w:p>
                          <w:p w14:paraId="42FAD9F2" w14:textId="51691B5F" w:rsidR="000136BF" w:rsidRPr="00E45EBF" w:rsidRDefault="000136BF" w:rsidP="000136BF">
                            <w:pPr>
                              <w:pStyle w:val="PIKontakt"/>
                              <w:rPr>
                                <w:lang w:val="en-GB"/>
                              </w:rPr>
                            </w:pPr>
                            <w:r w:rsidRPr="00E45EBF">
                              <w:rPr>
                                <w:lang w:val="en-GB"/>
                              </w:rPr>
                              <w:t>Birgit Hagelschuer</w:t>
                            </w:r>
                            <w:r w:rsidRPr="00E45EBF">
                              <w:rPr>
                                <w:lang w:val="en-GB"/>
                              </w:rPr>
                              <w:br/>
                              <w:t xml:space="preserve">Phone +49 </w:t>
                            </w:r>
                            <w:r w:rsidRPr="00E45EBF">
                              <w:rPr>
                                <w:bCs/>
                                <w:color w:val="000000"/>
                                <w:szCs w:val="18"/>
                                <w:lang w:val="en-GB"/>
                              </w:rPr>
                              <w:t>2173 3964-180</w:t>
                            </w:r>
                            <w:r w:rsidRPr="00E45EBF">
                              <w:rPr>
                                <w:lang w:val="en-GB"/>
                              </w:rPr>
                              <w:br/>
                              <w:t xml:space="preserve">Fax +49 </w:t>
                            </w:r>
                            <w:r w:rsidRPr="00E45EBF">
                              <w:rPr>
                                <w:bCs/>
                                <w:color w:val="000000"/>
                                <w:szCs w:val="18"/>
                                <w:lang w:val="en-GB"/>
                              </w:rPr>
                              <w:t>2173 3964-613</w:t>
                            </w:r>
                            <w:r w:rsidRPr="00E45EBF">
                              <w:rPr>
                                <w:lang w:val="en-GB"/>
                              </w:rPr>
                              <w:br/>
                              <w:t>E-Mail: hagelschuer.b@eplan.de</w:t>
                            </w:r>
                          </w:p>
                          <w:p w14:paraId="43E224FC" w14:textId="560AB9F0" w:rsidR="00396217" w:rsidRPr="00E45EBF" w:rsidRDefault="000136BF" w:rsidP="000136BF">
                            <w:pPr>
                              <w:pStyle w:val="PIKontakt"/>
                              <w:rPr>
                                <w:lang w:val="en-GB"/>
                              </w:rPr>
                            </w:pPr>
                            <w:r w:rsidRPr="00E45EBF">
                              <w:rPr>
                                <w:szCs w:val="18"/>
                                <w:lang w:val="en-GB"/>
                              </w:rPr>
                              <w:t>EPLAN GmbH &amp; Co. KG</w:t>
                            </w:r>
                            <w:r w:rsidRPr="00E45EBF">
                              <w:rPr>
                                <w:szCs w:val="18"/>
                                <w:lang w:val="en-GB"/>
                              </w:rPr>
                              <w:br/>
                              <w:t>An der alten Ziegelei 2</w:t>
                            </w:r>
                            <w:r w:rsidRPr="00E45EBF">
                              <w:rPr>
                                <w:szCs w:val="18"/>
                                <w:lang w:val="en-GB"/>
                              </w:rPr>
                              <w:br/>
                              <w:t>40789 Monheim am Rhein</w:t>
                            </w:r>
                            <w:r w:rsidR="00E45EBF">
                              <w:rPr>
                                <w:szCs w:val="18"/>
                                <w:lang w:val="en-GB"/>
                              </w:rPr>
                              <w:br/>
                              <w:t>Germany</w:t>
                            </w:r>
                            <w:r w:rsidRPr="00E45EBF">
                              <w:rPr>
                                <w:szCs w:val="18"/>
                                <w:lang w:val="en-GB"/>
                              </w:rPr>
                              <w:br/>
                            </w:r>
                            <w:r w:rsidRPr="00E45EBF">
                              <w:rPr>
                                <w:lang w:val="en-GB"/>
                              </w:rPr>
                              <w:t>www.eplan.</w:t>
                            </w:r>
                            <w:r w:rsidR="003071F9" w:rsidRPr="00E45EBF">
                              <w:rPr>
                                <w:lang w:val="en-GB"/>
                              </w:rPr>
                              <w:t>de</w:t>
                            </w:r>
                          </w:p>
                        </w:tc>
                      </w:tr>
                      <w:tr w:rsidR="00396217" w:rsidRPr="00E45EBF" w14:paraId="2E35BE71" w14:textId="77777777">
                        <w:trPr>
                          <w:trHeight w:val="1418"/>
                        </w:trPr>
                        <w:tc>
                          <w:tcPr>
                            <w:tcW w:w="3864" w:type="dxa"/>
                            <w:tcBorders>
                              <w:right w:val="single" w:sz="6" w:space="0" w:color="auto"/>
                            </w:tcBorders>
                            <w:tcMar>
                              <w:right w:w="170" w:type="dxa"/>
                            </w:tcMar>
                          </w:tcPr>
                          <w:p w14:paraId="1A7C50D5" w14:textId="77777777" w:rsidR="00396217" w:rsidRPr="00E45EBF" w:rsidRDefault="00396217">
                            <w:pPr>
                              <w:pStyle w:val="PIKontakt"/>
                              <w:tabs>
                                <w:tab w:val="left" w:pos="3600"/>
                              </w:tabs>
                              <w:rPr>
                                <w:lang w:val="en-GB"/>
                              </w:rPr>
                            </w:pPr>
                          </w:p>
                        </w:tc>
                      </w:tr>
                    </w:tbl>
                    <w:p w14:paraId="5ED7BE54" w14:textId="77777777" w:rsidR="00396217" w:rsidRPr="00E45EBF" w:rsidRDefault="00396217" w:rsidP="00396217">
                      <w:pPr>
                        <w:rPr>
                          <w:lang w:val="en-GB"/>
                        </w:rPr>
                      </w:pPr>
                    </w:p>
                  </w:txbxContent>
                </v:textbox>
              </v:shape>
            </w:pict>
          </mc:Fallback>
        </mc:AlternateContent>
      </w:r>
      <w:r w:rsidR="000136BF" w:rsidRPr="00A92683">
        <w:rPr>
          <w:lang w:val="en-US"/>
        </w:rPr>
        <w:t xml:space="preserve">Evon </w:t>
      </w:r>
      <w:r w:rsidR="00A109B3" w:rsidRPr="00A92683">
        <w:rPr>
          <w:lang w:val="en-US"/>
        </w:rPr>
        <w:t>is</w:t>
      </w:r>
      <w:r w:rsidR="00E82FA9" w:rsidRPr="00A92683">
        <w:rPr>
          <w:lang w:val="en-US"/>
        </w:rPr>
        <w:t xml:space="preserve"> now par</w:t>
      </w:r>
      <w:r w:rsidR="00A109B3" w:rsidRPr="00A92683">
        <w:rPr>
          <w:lang w:val="en-US"/>
        </w:rPr>
        <w:t>t</w:t>
      </w:r>
      <w:r w:rsidR="00E82FA9" w:rsidRPr="00A92683">
        <w:rPr>
          <w:lang w:val="en-US"/>
        </w:rPr>
        <w:t xml:space="preserve"> of the</w:t>
      </w:r>
      <w:r w:rsidR="000136BF" w:rsidRPr="00A92683">
        <w:rPr>
          <w:lang w:val="en-US"/>
        </w:rPr>
        <w:t xml:space="preserve"> Eplan Partner Network</w:t>
      </w:r>
    </w:p>
    <w:p w14:paraId="7AF3D4E6" w14:textId="3D90BAAD" w:rsidR="00E82FA9" w:rsidRPr="00A92683" w:rsidRDefault="00E82FA9" w:rsidP="0020315E">
      <w:pPr>
        <w:pStyle w:val="PIDachzeile"/>
        <w:ind w:right="3493"/>
        <w:rPr>
          <w:b/>
          <w:bCs/>
          <w:i w:val="0"/>
          <w:sz w:val="28"/>
          <w:szCs w:val="28"/>
          <w:u w:val="none"/>
          <w:lang w:val="en-US"/>
        </w:rPr>
      </w:pPr>
      <w:r w:rsidRPr="00A92683">
        <w:rPr>
          <w:b/>
          <w:bCs/>
          <w:i w:val="0"/>
          <w:sz w:val="28"/>
          <w:szCs w:val="28"/>
          <w:u w:val="none"/>
          <w:lang w:val="en-US"/>
        </w:rPr>
        <w:t>Focusing on the digital value chain for building management systems</w:t>
      </w:r>
    </w:p>
    <w:p w14:paraId="611B471C" w14:textId="1186A9EA" w:rsidR="00A92683" w:rsidRPr="00A92683" w:rsidRDefault="00A92683" w:rsidP="00C43A37">
      <w:pPr>
        <w:suppressAutoHyphens/>
        <w:spacing w:line="312" w:lineRule="auto"/>
        <w:ind w:right="3493"/>
        <w:rPr>
          <w:rFonts w:ascii="Arial" w:hAnsi="Arial" w:cs="Arial"/>
          <w:b/>
          <w:bCs/>
          <w:sz w:val="22"/>
          <w:szCs w:val="22"/>
          <w:lang w:val="en-US"/>
        </w:rPr>
      </w:pPr>
      <w:r w:rsidRPr="00A92683">
        <w:rPr>
          <w:rFonts w:ascii="Arial" w:hAnsi="Arial" w:cs="Arial"/>
          <w:b/>
          <w:bCs/>
          <w:sz w:val="22"/>
          <w:szCs w:val="22"/>
          <w:lang w:val="en-US"/>
        </w:rPr>
        <w:t xml:space="preserve">Greater efficiency along the entire value chain for building management systems – from the specifications </w:t>
      </w:r>
      <w:r>
        <w:rPr>
          <w:rFonts w:ascii="Arial" w:hAnsi="Arial" w:cs="Arial"/>
          <w:b/>
          <w:bCs/>
          <w:sz w:val="22"/>
          <w:szCs w:val="22"/>
          <w:lang w:val="en-US"/>
        </w:rPr>
        <w:t xml:space="preserve">to servicing and maintenance: this is the shared objective for Eplan and Evon. Eplan offers the right platform for planning building </w:t>
      </w:r>
      <w:r w:rsidR="00A42AEE">
        <w:rPr>
          <w:rFonts w:ascii="Arial" w:hAnsi="Arial" w:cs="Arial"/>
          <w:b/>
          <w:bCs/>
          <w:sz w:val="22"/>
          <w:szCs w:val="22"/>
          <w:lang w:val="en-US"/>
        </w:rPr>
        <w:t>automation</w:t>
      </w:r>
      <w:r>
        <w:rPr>
          <w:rFonts w:ascii="Arial" w:hAnsi="Arial" w:cs="Arial"/>
          <w:b/>
          <w:bCs/>
          <w:sz w:val="22"/>
          <w:szCs w:val="22"/>
          <w:lang w:val="en-US"/>
        </w:rPr>
        <w:t xml:space="preserve"> systems with sensors and actuators, including the associated data points and address keys. With XAMControl, Evon ensures the </w:t>
      </w:r>
      <w:r w:rsidR="00A84FE6">
        <w:rPr>
          <w:rFonts w:ascii="Arial" w:hAnsi="Arial" w:cs="Arial"/>
          <w:b/>
          <w:bCs/>
          <w:sz w:val="22"/>
          <w:szCs w:val="22"/>
          <w:lang w:val="en-US"/>
        </w:rPr>
        <w:t xml:space="preserve">system’s </w:t>
      </w:r>
      <w:r>
        <w:rPr>
          <w:rFonts w:ascii="Arial" w:hAnsi="Arial" w:cs="Arial"/>
          <w:b/>
          <w:bCs/>
          <w:sz w:val="22"/>
          <w:szCs w:val="22"/>
          <w:lang w:val="en-US"/>
        </w:rPr>
        <w:t xml:space="preserve">operation and analysis in the context of a higher-level, completely integrated building management system. The integration of </w:t>
      </w:r>
      <w:r w:rsidR="00822931">
        <w:rPr>
          <w:rFonts w:ascii="Arial" w:hAnsi="Arial" w:cs="Arial"/>
          <w:b/>
          <w:bCs/>
          <w:sz w:val="22"/>
          <w:szCs w:val="22"/>
          <w:lang w:val="en-US"/>
        </w:rPr>
        <w:t>the Eplan and Evon</w:t>
      </w:r>
      <w:r>
        <w:rPr>
          <w:rFonts w:ascii="Arial" w:hAnsi="Arial" w:cs="Arial"/>
          <w:b/>
          <w:bCs/>
          <w:sz w:val="22"/>
          <w:szCs w:val="22"/>
          <w:lang w:val="en-US"/>
        </w:rPr>
        <w:t xml:space="preserve"> systems is now being advanced in the Eplan Partner Network. The corresponding technology partnership was officially sealed at the SPS trade fair in Nuremburg, Germany.</w:t>
      </w:r>
    </w:p>
    <w:p w14:paraId="3E71DE3F" w14:textId="04AA92E1" w:rsidR="00070524" w:rsidRPr="00A92683" w:rsidRDefault="00070524" w:rsidP="002516FB">
      <w:pPr>
        <w:spacing w:line="312" w:lineRule="auto"/>
        <w:ind w:right="3493"/>
        <w:rPr>
          <w:rFonts w:ascii="Arial" w:hAnsi="Arial" w:cs="Arial"/>
          <w:b/>
          <w:bCs/>
          <w:sz w:val="22"/>
          <w:szCs w:val="22"/>
          <w:lang w:val="en-US"/>
        </w:rPr>
      </w:pPr>
    </w:p>
    <w:p w14:paraId="1378ABB9" w14:textId="76312E20" w:rsidR="00A92683" w:rsidRDefault="000D7AA5" w:rsidP="00C15F3D">
      <w:pPr>
        <w:spacing w:line="312" w:lineRule="auto"/>
        <w:ind w:right="3493"/>
        <w:rPr>
          <w:rFonts w:ascii="Arial" w:hAnsi="Arial" w:cs="Arial"/>
          <w:sz w:val="22"/>
          <w:szCs w:val="22"/>
          <w:lang w:val="en-US"/>
        </w:rPr>
      </w:pPr>
      <w:r w:rsidRPr="00A92683">
        <w:rPr>
          <w:rFonts w:ascii="Arial" w:hAnsi="Arial" w:cs="Arial"/>
          <w:sz w:val="22"/>
          <w:szCs w:val="22"/>
          <w:lang w:val="en-US"/>
        </w:rPr>
        <w:t>Monheim,</w:t>
      </w:r>
      <w:r w:rsidR="00A92683">
        <w:rPr>
          <w:rFonts w:ascii="Arial" w:hAnsi="Arial" w:cs="Arial"/>
          <w:sz w:val="22"/>
          <w:szCs w:val="22"/>
          <w:lang w:val="en-US"/>
        </w:rPr>
        <w:t xml:space="preserve"> Germany,</w:t>
      </w:r>
      <w:r w:rsidRPr="00A92683">
        <w:rPr>
          <w:rFonts w:ascii="Arial" w:hAnsi="Arial" w:cs="Arial"/>
          <w:sz w:val="22"/>
          <w:szCs w:val="22"/>
          <w:lang w:val="en-US"/>
        </w:rPr>
        <w:t xml:space="preserve"> </w:t>
      </w:r>
      <w:r w:rsidR="000136BF" w:rsidRPr="00A92683">
        <w:rPr>
          <w:rFonts w:ascii="Arial" w:hAnsi="Arial" w:cs="Arial"/>
          <w:sz w:val="22"/>
          <w:szCs w:val="22"/>
          <w:lang w:val="en-US"/>
        </w:rPr>
        <w:t>1</w:t>
      </w:r>
      <w:r w:rsidR="00367BC8" w:rsidRPr="00A92683">
        <w:rPr>
          <w:rFonts w:ascii="Arial" w:hAnsi="Arial" w:cs="Arial"/>
          <w:sz w:val="22"/>
          <w:szCs w:val="22"/>
          <w:lang w:val="en-US"/>
        </w:rPr>
        <w:t>3</w:t>
      </w:r>
      <w:r w:rsidR="000136BF" w:rsidRPr="00A92683">
        <w:rPr>
          <w:rFonts w:ascii="Arial" w:hAnsi="Arial" w:cs="Arial"/>
          <w:sz w:val="22"/>
          <w:szCs w:val="22"/>
          <w:lang w:val="en-US"/>
        </w:rPr>
        <w:t xml:space="preserve"> De</w:t>
      </w:r>
      <w:r w:rsidR="00A92683">
        <w:rPr>
          <w:rFonts w:ascii="Arial" w:hAnsi="Arial" w:cs="Arial"/>
          <w:sz w:val="22"/>
          <w:szCs w:val="22"/>
          <w:lang w:val="en-US"/>
        </w:rPr>
        <w:t>c</w:t>
      </w:r>
      <w:r w:rsidR="000136BF" w:rsidRPr="00A92683">
        <w:rPr>
          <w:rFonts w:ascii="Arial" w:hAnsi="Arial" w:cs="Arial"/>
          <w:sz w:val="22"/>
          <w:szCs w:val="22"/>
          <w:lang w:val="en-US"/>
        </w:rPr>
        <w:t>ember</w:t>
      </w:r>
      <w:r w:rsidRPr="00A92683">
        <w:rPr>
          <w:rFonts w:ascii="Arial" w:hAnsi="Arial" w:cs="Arial"/>
          <w:sz w:val="22"/>
          <w:szCs w:val="22"/>
          <w:lang w:val="en-US"/>
        </w:rPr>
        <w:t xml:space="preserve"> 2023 – </w:t>
      </w:r>
      <w:r w:rsidR="00822931">
        <w:rPr>
          <w:rFonts w:ascii="Arial" w:hAnsi="Arial" w:cs="Arial"/>
          <w:sz w:val="22"/>
          <w:szCs w:val="22"/>
          <w:lang w:val="en-US"/>
        </w:rPr>
        <w:t xml:space="preserve">The requirements for building technology and the pressure on building planners and operators are constantly increasing. The measurement and control planning for building management systems is one thing – smooth operations are another. It is good when the systems work together in an integrated manner – and this is exactly what has now been agreed to as part of the Eplan Partner Network. Eplan CEO </w:t>
      </w:r>
      <w:r w:rsidR="00822931" w:rsidRPr="00A92683">
        <w:rPr>
          <w:rFonts w:ascii="Arial" w:hAnsi="Arial" w:cs="Arial"/>
          <w:sz w:val="22"/>
          <w:szCs w:val="22"/>
          <w:lang w:val="en-US"/>
        </w:rPr>
        <w:t>Sebastian Seitz</w:t>
      </w:r>
      <w:r w:rsidR="00822931">
        <w:rPr>
          <w:rFonts w:ascii="Arial" w:hAnsi="Arial" w:cs="Arial"/>
          <w:sz w:val="22"/>
          <w:szCs w:val="22"/>
          <w:lang w:val="en-US"/>
        </w:rPr>
        <w:t xml:space="preserve"> and Evon CEO </w:t>
      </w:r>
      <w:r w:rsidR="00822931" w:rsidRPr="00A92683">
        <w:rPr>
          <w:rFonts w:ascii="Arial" w:hAnsi="Arial" w:cs="Arial"/>
          <w:sz w:val="22"/>
          <w:szCs w:val="22"/>
          <w:lang w:val="en-US"/>
        </w:rPr>
        <w:t>Andreas Leitner</w:t>
      </w:r>
      <w:r w:rsidR="00822931">
        <w:rPr>
          <w:rFonts w:ascii="Arial" w:hAnsi="Arial" w:cs="Arial"/>
          <w:sz w:val="22"/>
          <w:szCs w:val="22"/>
          <w:lang w:val="en-US"/>
        </w:rPr>
        <w:t xml:space="preserve"> signed the corresponding technology partnership at the SPS trade fair.</w:t>
      </w:r>
    </w:p>
    <w:p w14:paraId="7184A015" w14:textId="77777777" w:rsidR="00A92683" w:rsidRDefault="00A92683" w:rsidP="00C15F3D">
      <w:pPr>
        <w:spacing w:line="312" w:lineRule="auto"/>
        <w:ind w:right="3493"/>
        <w:rPr>
          <w:rFonts w:ascii="Arial" w:hAnsi="Arial" w:cs="Arial"/>
          <w:sz w:val="22"/>
          <w:szCs w:val="22"/>
          <w:lang w:val="en-US"/>
        </w:rPr>
      </w:pPr>
    </w:p>
    <w:p w14:paraId="240D0EDC" w14:textId="44D6EFF0" w:rsidR="003071F9" w:rsidRPr="00A92683" w:rsidRDefault="003071F9" w:rsidP="003071F9">
      <w:pPr>
        <w:spacing w:after="120" w:line="312" w:lineRule="auto"/>
        <w:ind w:right="3493"/>
        <w:rPr>
          <w:rFonts w:ascii="Arial" w:hAnsi="Arial" w:cs="Arial"/>
          <w:b/>
          <w:bCs/>
          <w:sz w:val="22"/>
          <w:szCs w:val="22"/>
          <w:lang w:val="en-US"/>
        </w:rPr>
      </w:pPr>
      <w:r w:rsidRPr="00A92683">
        <w:rPr>
          <w:rFonts w:ascii="Arial" w:hAnsi="Arial" w:cs="Arial"/>
          <w:b/>
          <w:bCs/>
          <w:sz w:val="22"/>
          <w:szCs w:val="22"/>
          <w:lang w:val="en-US"/>
        </w:rPr>
        <w:t>Technolog</w:t>
      </w:r>
      <w:r w:rsidR="00822931">
        <w:rPr>
          <w:rFonts w:ascii="Arial" w:hAnsi="Arial" w:cs="Arial"/>
          <w:b/>
          <w:bCs/>
          <w:sz w:val="22"/>
          <w:szCs w:val="22"/>
          <w:lang w:val="en-US"/>
        </w:rPr>
        <w:t xml:space="preserve">y </w:t>
      </w:r>
      <w:r w:rsidRPr="00A92683">
        <w:rPr>
          <w:rFonts w:ascii="Arial" w:hAnsi="Arial" w:cs="Arial"/>
          <w:b/>
          <w:bCs/>
          <w:sz w:val="22"/>
          <w:szCs w:val="22"/>
          <w:lang w:val="en-US"/>
        </w:rPr>
        <w:t>p</w:t>
      </w:r>
      <w:r w:rsidR="002D31A8" w:rsidRPr="00A92683">
        <w:rPr>
          <w:rFonts w:ascii="Arial" w:hAnsi="Arial" w:cs="Arial"/>
          <w:b/>
          <w:bCs/>
          <w:sz w:val="22"/>
          <w:szCs w:val="22"/>
          <w:lang w:val="en-US"/>
        </w:rPr>
        <w:t>artners</w:t>
      </w:r>
      <w:r w:rsidR="00822931">
        <w:rPr>
          <w:rFonts w:ascii="Arial" w:hAnsi="Arial" w:cs="Arial"/>
          <w:b/>
          <w:bCs/>
          <w:sz w:val="22"/>
          <w:szCs w:val="22"/>
          <w:lang w:val="en-US"/>
        </w:rPr>
        <w:t>hip for greater customer benefits</w:t>
      </w:r>
    </w:p>
    <w:p w14:paraId="488B60A0" w14:textId="680C91F9" w:rsidR="00822931" w:rsidRDefault="00822931" w:rsidP="000D7AA5">
      <w:pPr>
        <w:spacing w:line="312" w:lineRule="auto"/>
        <w:ind w:right="3493"/>
        <w:rPr>
          <w:rFonts w:ascii="Arial" w:hAnsi="Arial" w:cs="Arial"/>
          <w:sz w:val="22"/>
          <w:szCs w:val="22"/>
          <w:lang w:val="en-US"/>
        </w:rPr>
      </w:pPr>
      <w:r>
        <w:rPr>
          <w:rFonts w:ascii="Arial" w:hAnsi="Arial" w:cs="Arial"/>
          <w:sz w:val="22"/>
          <w:szCs w:val="22"/>
          <w:lang w:val="en-US"/>
        </w:rPr>
        <w:t xml:space="preserve">The technological foundation is an interface between the </w:t>
      </w:r>
      <w:r w:rsidR="0084059C">
        <w:rPr>
          <w:rFonts w:ascii="Arial" w:hAnsi="Arial" w:cs="Arial"/>
          <w:sz w:val="22"/>
          <w:szCs w:val="22"/>
          <w:lang w:val="en-US"/>
        </w:rPr>
        <w:t>EPLAN</w:t>
      </w:r>
      <w:r>
        <w:rPr>
          <w:rFonts w:ascii="Arial" w:hAnsi="Arial" w:cs="Arial"/>
          <w:sz w:val="22"/>
          <w:szCs w:val="22"/>
          <w:lang w:val="en-US"/>
        </w:rPr>
        <w:t xml:space="preserve"> software and the XAMControl process control system by Evon. All the functions and the associated data points and address keys for building automation management are taken into account in this integrated process. Eplan </w:t>
      </w:r>
      <w:r w:rsidRPr="00A92683">
        <w:rPr>
          <w:rFonts w:ascii="Arial" w:hAnsi="Arial" w:cs="Arial"/>
          <w:sz w:val="22"/>
          <w:szCs w:val="22"/>
          <w:lang w:val="en-US"/>
        </w:rPr>
        <w:t>Vertical Market Manager Building Automation</w:t>
      </w:r>
      <w:r w:rsidRPr="00822931">
        <w:rPr>
          <w:rFonts w:ascii="Arial" w:hAnsi="Arial" w:cs="Arial"/>
          <w:sz w:val="22"/>
          <w:szCs w:val="22"/>
          <w:lang w:val="en-US"/>
        </w:rPr>
        <w:t xml:space="preserve"> </w:t>
      </w:r>
      <w:r w:rsidRPr="00A92683">
        <w:rPr>
          <w:rFonts w:ascii="Arial" w:hAnsi="Arial" w:cs="Arial"/>
          <w:sz w:val="22"/>
          <w:szCs w:val="22"/>
          <w:lang w:val="en-US"/>
        </w:rPr>
        <w:t>Rolf Schulte</w:t>
      </w:r>
      <w:r>
        <w:rPr>
          <w:rFonts w:ascii="Arial" w:hAnsi="Arial" w:cs="Arial"/>
          <w:sz w:val="22"/>
          <w:szCs w:val="22"/>
          <w:lang w:val="en-US"/>
        </w:rPr>
        <w:t xml:space="preserve"> explains: “The </w:t>
      </w:r>
      <w:r w:rsidR="00A84FE6">
        <w:rPr>
          <w:rFonts w:ascii="Arial" w:hAnsi="Arial" w:cs="Arial"/>
          <w:sz w:val="22"/>
          <w:szCs w:val="22"/>
          <w:lang w:val="en-US"/>
        </w:rPr>
        <w:t>planned</w:t>
      </w:r>
      <w:r>
        <w:rPr>
          <w:rFonts w:ascii="Arial" w:hAnsi="Arial" w:cs="Arial"/>
          <w:sz w:val="22"/>
          <w:szCs w:val="22"/>
          <w:lang w:val="en-US"/>
        </w:rPr>
        <w:t xml:space="preserve"> interface between the </w:t>
      </w:r>
      <w:r w:rsidR="0084059C">
        <w:rPr>
          <w:rFonts w:ascii="Arial" w:hAnsi="Arial" w:cs="Arial"/>
          <w:sz w:val="22"/>
          <w:szCs w:val="22"/>
          <w:lang w:val="en-US"/>
        </w:rPr>
        <w:t>EPLAN</w:t>
      </w:r>
      <w:r>
        <w:rPr>
          <w:rFonts w:ascii="Arial" w:hAnsi="Arial" w:cs="Arial"/>
          <w:sz w:val="22"/>
          <w:szCs w:val="22"/>
          <w:lang w:val="en-US"/>
        </w:rPr>
        <w:t xml:space="preserve"> software and </w:t>
      </w:r>
      <w:proofErr w:type="spellStart"/>
      <w:r>
        <w:rPr>
          <w:rFonts w:ascii="Arial" w:hAnsi="Arial" w:cs="Arial"/>
          <w:sz w:val="22"/>
          <w:szCs w:val="22"/>
          <w:lang w:val="en-US"/>
        </w:rPr>
        <w:t>XAMControl</w:t>
      </w:r>
      <w:proofErr w:type="spellEnd"/>
      <w:r>
        <w:rPr>
          <w:rFonts w:ascii="Arial" w:hAnsi="Arial" w:cs="Arial"/>
          <w:sz w:val="22"/>
          <w:szCs w:val="22"/>
          <w:lang w:val="en-US"/>
        </w:rPr>
        <w:t xml:space="preserve"> makes it easier for users of both to program the building </w:t>
      </w:r>
      <w:r w:rsidR="00A84FE6">
        <w:rPr>
          <w:rFonts w:ascii="Arial" w:hAnsi="Arial" w:cs="Arial"/>
          <w:sz w:val="22"/>
          <w:szCs w:val="22"/>
          <w:lang w:val="en-US"/>
        </w:rPr>
        <w:t>automation</w:t>
      </w:r>
      <w:r>
        <w:rPr>
          <w:rFonts w:ascii="Arial" w:hAnsi="Arial" w:cs="Arial"/>
          <w:sz w:val="22"/>
          <w:szCs w:val="22"/>
          <w:lang w:val="en-US"/>
        </w:rPr>
        <w:t xml:space="preserve"> systems. The result is shorter planning times and thus lowered costs while </w:t>
      </w:r>
      <w:r w:rsidR="00A84FE6">
        <w:rPr>
          <w:rFonts w:ascii="Arial" w:hAnsi="Arial" w:cs="Arial"/>
          <w:sz w:val="22"/>
          <w:szCs w:val="22"/>
          <w:lang w:val="en-US"/>
        </w:rPr>
        <w:t xml:space="preserve">simultaneously </w:t>
      </w:r>
      <w:r>
        <w:rPr>
          <w:rFonts w:ascii="Arial" w:hAnsi="Arial" w:cs="Arial"/>
          <w:sz w:val="22"/>
          <w:szCs w:val="22"/>
          <w:lang w:val="en-US"/>
        </w:rPr>
        <w:t>increasing quality.”</w:t>
      </w:r>
    </w:p>
    <w:p w14:paraId="7207157D" w14:textId="14D05BA4" w:rsidR="00B039B1" w:rsidRPr="00A92683" w:rsidRDefault="00B039B1" w:rsidP="000D7AA5">
      <w:pPr>
        <w:spacing w:line="312" w:lineRule="auto"/>
        <w:ind w:right="3493"/>
        <w:rPr>
          <w:rFonts w:ascii="Arial" w:hAnsi="Arial" w:cs="Arial"/>
          <w:sz w:val="22"/>
          <w:szCs w:val="22"/>
          <w:lang w:val="en-US"/>
        </w:rPr>
      </w:pPr>
    </w:p>
    <w:p w14:paraId="1858668A" w14:textId="5395CABD" w:rsidR="00B039B1" w:rsidRPr="00A92683" w:rsidRDefault="00FB518D" w:rsidP="00B039B1">
      <w:pPr>
        <w:spacing w:after="120" w:line="312" w:lineRule="auto"/>
        <w:ind w:right="3493"/>
        <w:rPr>
          <w:rFonts w:ascii="Arial" w:hAnsi="Arial" w:cs="Arial"/>
          <w:b/>
          <w:bCs/>
          <w:sz w:val="22"/>
          <w:szCs w:val="22"/>
          <w:lang w:val="en-US"/>
        </w:rPr>
      </w:pPr>
      <w:r>
        <w:rPr>
          <w:rFonts w:ascii="Arial" w:hAnsi="Arial" w:cs="Arial"/>
          <w:b/>
          <w:bCs/>
          <w:sz w:val="22"/>
          <w:szCs w:val="22"/>
          <w:lang w:val="en-US"/>
        </w:rPr>
        <w:t>Consistency from planning to operations</w:t>
      </w:r>
    </w:p>
    <w:p w14:paraId="03464B92" w14:textId="7DB16993" w:rsidR="00FB518D" w:rsidRDefault="00A42AEE" w:rsidP="000D7AA5">
      <w:pPr>
        <w:spacing w:line="312" w:lineRule="auto"/>
        <w:ind w:right="3493"/>
        <w:rPr>
          <w:rFonts w:ascii="Arial" w:hAnsi="Arial" w:cs="Arial"/>
          <w:sz w:val="22"/>
          <w:szCs w:val="22"/>
          <w:lang w:val="en-US"/>
        </w:rPr>
      </w:pPr>
      <w:r>
        <w:rPr>
          <w:rFonts w:ascii="Arial" w:hAnsi="Arial" w:cs="Arial"/>
          <w:sz w:val="22"/>
          <w:szCs w:val="22"/>
          <w:lang w:val="en-US"/>
        </w:rPr>
        <w:t xml:space="preserve">Yet what will this process look like in the future? </w:t>
      </w:r>
      <w:r w:rsidR="0084059C">
        <w:rPr>
          <w:rFonts w:ascii="Arial" w:hAnsi="Arial" w:cs="Arial"/>
          <w:sz w:val="22"/>
          <w:szCs w:val="22"/>
          <w:lang w:val="en-US"/>
        </w:rPr>
        <w:t>EPLAN</w:t>
      </w:r>
      <w:r>
        <w:rPr>
          <w:rFonts w:ascii="Arial" w:hAnsi="Arial" w:cs="Arial"/>
          <w:sz w:val="22"/>
          <w:szCs w:val="22"/>
          <w:lang w:val="en-US"/>
        </w:rPr>
        <w:t xml:space="preserve"> Preplanning is used at the start of the process to create measurement and control schematics that contain different sensors and actuators. For faster planning and design, Eplan provides what are known as industry templates for building automation with relevant contents. Standards such as AMEV or BACnet are taken into account in renderings and evaluations. Data points and their descriptions can first be transferred from Eplan to the control system and then to XAMControl. This step facilitates programming and </w:t>
      </w:r>
      <w:r w:rsidR="00A83071">
        <w:rPr>
          <w:rFonts w:ascii="Arial" w:hAnsi="Arial" w:cs="Arial"/>
          <w:sz w:val="22"/>
          <w:szCs w:val="22"/>
          <w:lang w:val="en-US"/>
        </w:rPr>
        <w:t>visualizations</w:t>
      </w:r>
      <w:r>
        <w:rPr>
          <w:rFonts w:ascii="Arial" w:hAnsi="Arial" w:cs="Arial"/>
          <w:sz w:val="22"/>
          <w:szCs w:val="22"/>
          <w:lang w:val="en-US"/>
        </w:rPr>
        <w:t xml:space="preserve"> in the process control system.</w:t>
      </w:r>
    </w:p>
    <w:p w14:paraId="096EDCF9" w14:textId="77777777" w:rsidR="003071F9" w:rsidRDefault="003071F9" w:rsidP="000D7AA5">
      <w:pPr>
        <w:spacing w:line="312" w:lineRule="auto"/>
        <w:ind w:right="3493"/>
        <w:rPr>
          <w:rFonts w:ascii="Arial" w:hAnsi="Arial" w:cs="Arial"/>
          <w:sz w:val="22"/>
          <w:szCs w:val="22"/>
          <w:lang w:val="en-US"/>
        </w:rPr>
      </w:pPr>
    </w:p>
    <w:p w14:paraId="23080424" w14:textId="4A247FF2" w:rsidR="00A42AEE" w:rsidRDefault="00A42AEE" w:rsidP="000D7AA5">
      <w:pPr>
        <w:spacing w:line="312" w:lineRule="auto"/>
        <w:ind w:right="3493"/>
        <w:rPr>
          <w:rFonts w:ascii="Arial" w:hAnsi="Arial" w:cs="Arial"/>
          <w:sz w:val="22"/>
          <w:szCs w:val="22"/>
          <w:lang w:val="en-US"/>
        </w:rPr>
      </w:pPr>
      <w:r>
        <w:rPr>
          <w:rFonts w:ascii="Arial" w:hAnsi="Arial" w:cs="Arial"/>
          <w:sz w:val="22"/>
          <w:szCs w:val="22"/>
          <w:lang w:val="en-US"/>
        </w:rPr>
        <w:t>What is known as the automation focus – i.e., the control cabinet including the control system</w:t>
      </w:r>
      <w:r w:rsidR="00A84FE6">
        <w:rPr>
          <w:rFonts w:ascii="Arial" w:hAnsi="Arial" w:cs="Arial"/>
          <w:sz w:val="22"/>
          <w:szCs w:val="22"/>
          <w:lang w:val="en-US"/>
        </w:rPr>
        <w:t>s</w:t>
      </w:r>
      <w:r>
        <w:rPr>
          <w:rFonts w:ascii="Arial" w:hAnsi="Arial" w:cs="Arial"/>
          <w:sz w:val="22"/>
          <w:szCs w:val="22"/>
          <w:lang w:val="en-US"/>
        </w:rPr>
        <w:t xml:space="preserve"> – is also planned and designed using </w:t>
      </w:r>
      <w:r w:rsidR="0084059C">
        <w:rPr>
          <w:rFonts w:ascii="Arial" w:hAnsi="Arial" w:cs="Arial"/>
          <w:sz w:val="22"/>
          <w:szCs w:val="22"/>
          <w:lang w:val="en-US"/>
        </w:rPr>
        <w:t>EPLAN</w:t>
      </w:r>
      <w:r>
        <w:rPr>
          <w:rFonts w:ascii="Arial" w:hAnsi="Arial" w:cs="Arial"/>
          <w:sz w:val="22"/>
          <w:szCs w:val="22"/>
          <w:lang w:val="en-US"/>
        </w:rPr>
        <w:t xml:space="preserve"> software. The 3D software </w:t>
      </w:r>
      <w:r w:rsidR="0084059C">
        <w:rPr>
          <w:rFonts w:ascii="Arial" w:hAnsi="Arial" w:cs="Arial"/>
          <w:sz w:val="22"/>
          <w:szCs w:val="22"/>
          <w:lang w:val="en-US"/>
        </w:rPr>
        <w:t>EPLAN</w:t>
      </w:r>
      <w:r>
        <w:rPr>
          <w:rFonts w:ascii="Arial" w:hAnsi="Arial" w:cs="Arial"/>
          <w:sz w:val="22"/>
          <w:szCs w:val="22"/>
          <w:lang w:val="en-US"/>
        </w:rPr>
        <w:t xml:space="preserve"> Pro Panel is used here, which in turn </w:t>
      </w:r>
      <w:r w:rsidR="00A84FE6">
        <w:rPr>
          <w:rFonts w:ascii="Arial" w:hAnsi="Arial" w:cs="Arial"/>
          <w:sz w:val="22"/>
          <w:szCs w:val="22"/>
          <w:lang w:val="en-US"/>
        </w:rPr>
        <w:t>transfers</w:t>
      </w:r>
      <w:r>
        <w:rPr>
          <w:rFonts w:ascii="Arial" w:hAnsi="Arial" w:cs="Arial"/>
          <w:sz w:val="22"/>
          <w:szCs w:val="22"/>
          <w:lang w:val="en-US"/>
        </w:rPr>
        <w:t xml:space="preserve"> the data </w:t>
      </w:r>
      <w:r w:rsidR="00095309">
        <w:rPr>
          <w:rFonts w:ascii="Arial" w:hAnsi="Arial" w:cs="Arial"/>
          <w:sz w:val="22"/>
          <w:szCs w:val="22"/>
          <w:lang w:val="en-US"/>
        </w:rPr>
        <w:t xml:space="preserve">from engineering to the control cabinet production via a link to the </w:t>
      </w:r>
      <w:proofErr w:type="spellStart"/>
      <w:r w:rsidR="00095309" w:rsidRPr="00A92683">
        <w:rPr>
          <w:rFonts w:ascii="Arial" w:hAnsi="Arial" w:cs="Arial"/>
          <w:sz w:val="22"/>
          <w:szCs w:val="22"/>
          <w:lang w:val="en-US"/>
        </w:rPr>
        <w:t>RiPanel</w:t>
      </w:r>
      <w:proofErr w:type="spellEnd"/>
      <w:r w:rsidR="00095309" w:rsidRPr="00A92683">
        <w:rPr>
          <w:rFonts w:ascii="Arial" w:hAnsi="Arial" w:cs="Arial"/>
          <w:sz w:val="22"/>
          <w:szCs w:val="22"/>
          <w:lang w:val="en-US"/>
        </w:rPr>
        <w:t xml:space="preserve"> Processing Center</w:t>
      </w:r>
      <w:r w:rsidR="0084059C">
        <w:rPr>
          <w:rFonts w:ascii="Arial" w:hAnsi="Arial" w:cs="Arial"/>
          <w:sz w:val="22"/>
          <w:szCs w:val="22"/>
          <w:lang w:val="en-US"/>
        </w:rPr>
        <w:t>/</w:t>
      </w:r>
      <w:r w:rsidR="00095309" w:rsidRPr="00A92683">
        <w:rPr>
          <w:rFonts w:ascii="Arial" w:hAnsi="Arial" w:cs="Arial"/>
          <w:sz w:val="22"/>
          <w:szCs w:val="22"/>
          <w:lang w:val="en-US"/>
        </w:rPr>
        <w:t>Rittal</w:t>
      </w:r>
      <w:r w:rsidR="00095309">
        <w:rPr>
          <w:rFonts w:ascii="Arial" w:hAnsi="Arial" w:cs="Arial"/>
          <w:sz w:val="22"/>
          <w:szCs w:val="22"/>
          <w:lang w:val="en-US"/>
        </w:rPr>
        <w:t>.</w:t>
      </w:r>
    </w:p>
    <w:p w14:paraId="0AB19C2C" w14:textId="77777777" w:rsidR="00A42AEE" w:rsidRPr="00A92683" w:rsidRDefault="00A42AEE" w:rsidP="000D7AA5">
      <w:pPr>
        <w:spacing w:line="312" w:lineRule="auto"/>
        <w:ind w:right="3493"/>
        <w:rPr>
          <w:rFonts w:ascii="Arial" w:hAnsi="Arial" w:cs="Arial"/>
          <w:sz w:val="22"/>
          <w:szCs w:val="22"/>
          <w:lang w:val="en-US"/>
        </w:rPr>
      </w:pPr>
    </w:p>
    <w:p w14:paraId="406E03E9" w14:textId="031C5E4C" w:rsidR="00604A25" w:rsidRPr="00A92683" w:rsidRDefault="003071F9" w:rsidP="003071F9">
      <w:pPr>
        <w:spacing w:after="120" w:line="312" w:lineRule="auto"/>
        <w:ind w:right="3493"/>
        <w:rPr>
          <w:rFonts w:ascii="Arial" w:hAnsi="Arial" w:cs="Arial"/>
          <w:b/>
          <w:bCs/>
          <w:sz w:val="22"/>
          <w:szCs w:val="22"/>
          <w:lang w:val="en-US"/>
        </w:rPr>
      </w:pPr>
      <w:r w:rsidRPr="00A92683">
        <w:rPr>
          <w:rFonts w:ascii="Arial" w:hAnsi="Arial" w:cs="Arial"/>
          <w:b/>
          <w:bCs/>
          <w:sz w:val="22"/>
          <w:szCs w:val="22"/>
          <w:lang w:val="en-US"/>
        </w:rPr>
        <w:t>Viewer</w:t>
      </w:r>
      <w:r w:rsidR="00095309">
        <w:rPr>
          <w:rFonts w:ascii="Arial" w:hAnsi="Arial" w:cs="Arial"/>
          <w:b/>
          <w:bCs/>
          <w:sz w:val="22"/>
          <w:szCs w:val="22"/>
          <w:lang w:val="en-US"/>
        </w:rPr>
        <w:t xml:space="preserve"> access for </w:t>
      </w:r>
      <w:r w:rsidR="00D624A6">
        <w:rPr>
          <w:rFonts w:ascii="Arial" w:hAnsi="Arial" w:cs="Arial"/>
          <w:b/>
          <w:bCs/>
          <w:sz w:val="22"/>
          <w:szCs w:val="22"/>
          <w:lang w:val="en-US"/>
        </w:rPr>
        <w:t>operations</w:t>
      </w:r>
      <w:r w:rsidR="00095309">
        <w:rPr>
          <w:rFonts w:ascii="Arial" w:hAnsi="Arial" w:cs="Arial"/>
          <w:b/>
          <w:bCs/>
          <w:sz w:val="22"/>
          <w:szCs w:val="22"/>
          <w:lang w:val="en-US"/>
        </w:rPr>
        <w:t xml:space="preserve"> and maintenance</w:t>
      </w:r>
    </w:p>
    <w:p w14:paraId="07A07E12" w14:textId="24279FAF" w:rsidR="00095309" w:rsidRDefault="00095309" w:rsidP="000D7AA5">
      <w:pPr>
        <w:spacing w:line="312" w:lineRule="auto"/>
        <w:ind w:right="3493"/>
        <w:rPr>
          <w:rFonts w:ascii="Arial" w:hAnsi="Arial" w:cs="Arial"/>
          <w:sz w:val="22"/>
          <w:szCs w:val="22"/>
          <w:lang w:val="en-US"/>
        </w:rPr>
      </w:pPr>
      <w:r>
        <w:rPr>
          <w:rFonts w:ascii="Arial" w:hAnsi="Arial" w:cs="Arial"/>
          <w:sz w:val="22"/>
          <w:szCs w:val="22"/>
          <w:lang w:val="en-US"/>
        </w:rPr>
        <w:t xml:space="preserve">For complete consistency and integration, all the information collected along the value chain can be made digitally available for operations, maintenance and servicing. To achieve this, the project is saved in the </w:t>
      </w:r>
      <w:r w:rsidR="0084059C">
        <w:rPr>
          <w:rFonts w:ascii="Arial" w:hAnsi="Arial" w:cs="Arial"/>
          <w:sz w:val="22"/>
          <w:szCs w:val="22"/>
          <w:lang w:val="en-US"/>
        </w:rPr>
        <w:t>EPLAN</w:t>
      </w:r>
      <w:r>
        <w:rPr>
          <w:rFonts w:ascii="Arial" w:hAnsi="Arial" w:cs="Arial"/>
          <w:sz w:val="22"/>
          <w:szCs w:val="22"/>
          <w:lang w:val="en-US"/>
        </w:rPr>
        <w:t xml:space="preserve"> Cloud and made available to stakeholders in the process </w:t>
      </w:r>
      <w:r w:rsidR="00A84FE6">
        <w:rPr>
          <w:rFonts w:ascii="Arial" w:hAnsi="Arial" w:cs="Arial"/>
          <w:sz w:val="22"/>
          <w:szCs w:val="22"/>
          <w:lang w:val="en-US"/>
        </w:rPr>
        <w:t>by way of</w:t>
      </w:r>
      <w:r>
        <w:rPr>
          <w:rFonts w:ascii="Arial" w:hAnsi="Arial" w:cs="Arial"/>
          <w:sz w:val="22"/>
          <w:szCs w:val="22"/>
          <w:lang w:val="en-US"/>
        </w:rPr>
        <w:t xml:space="preserve"> access management. If maintenance is required, any necessary adjustments or edits to the documentation can be described via redlining and </w:t>
      </w:r>
      <w:proofErr w:type="spellStart"/>
      <w:r>
        <w:rPr>
          <w:rFonts w:ascii="Arial" w:hAnsi="Arial" w:cs="Arial"/>
          <w:sz w:val="22"/>
          <w:szCs w:val="22"/>
          <w:lang w:val="en-US"/>
        </w:rPr>
        <w:t>greenlining</w:t>
      </w:r>
      <w:proofErr w:type="spellEnd"/>
      <w:r>
        <w:rPr>
          <w:rFonts w:ascii="Arial" w:hAnsi="Arial" w:cs="Arial"/>
          <w:sz w:val="22"/>
          <w:szCs w:val="22"/>
          <w:lang w:val="en-US"/>
        </w:rPr>
        <w:t xml:space="preserve"> using </w:t>
      </w:r>
      <w:r w:rsidR="0084059C">
        <w:rPr>
          <w:rFonts w:ascii="Arial" w:hAnsi="Arial" w:cs="Arial"/>
          <w:sz w:val="22"/>
          <w:szCs w:val="22"/>
          <w:lang w:val="en-US"/>
        </w:rPr>
        <w:t>EPLAN</w:t>
      </w:r>
      <w:r>
        <w:rPr>
          <w:rFonts w:ascii="Arial" w:hAnsi="Arial" w:cs="Arial"/>
          <w:sz w:val="22"/>
          <w:szCs w:val="22"/>
          <w:lang w:val="en-US"/>
        </w:rPr>
        <w:t xml:space="preserve"> </w:t>
      </w:r>
      <w:proofErr w:type="spellStart"/>
      <w:r>
        <w:rPr>
          <w:rFonts w:ascii="Arial" w:hAnsi="Arial" w:cs="Arial"/>
          <w:sz w:val="22"/>
          <w:szCs w:val="22"/>
          <w:lang w:val="en-US"/>
        </w:rPr>
        <w:t>eView</w:t>
      </w:r>
      <w:proofErr w:type="spellEnd"/>
      <w:r>
        <w:rPr>
          <w:rFonts w:ascii="Arial" w:hAnsi="Arial" w:cs="Arial"/>
          <w:sz w:val="22"/>
          <w:szCs w:val="22"/>
          <w:lang w:val="en-US"/>
        </w:rPr>
        <w:t xml:space="preserve"> – and naturally also be imported back into the project.</w:t>
      </w:r>
    </w:p>
    <w:p w14:paraId="69906F73" w14:textId="77777777" w:rsidR="00095309" w:rsidRDefault="00095309" w:rsidP="000D7AA5">
      <w:pPr>
        <w:spacing w:line="312" w:lineRule="auto"/>
        <w:ind w:right="3493"/>
        <w:rPr>
          <w:rFonts w:ascii="Arial" w:hAnsi="Arial" w:cs="Arial"/>
          <w:sz w:val="22"/>
          <w:szCs w:val="22"/>
          <w:lang w:val="en-US"/>
        </w:rPr>
      </w:pPr>
    </w:p>
    <w:p w14:paraId="0C038DC8" w14:textId="58E7A61F" w:rsidR="0020315E" w:rsidRPr="00A92683" w:rsidRDefault="0020315E" w:rsidP="008E03DA">
      <w:pPr>
        <w:spacing w:line="312" w:lineRule="auto"/>
        <w:ind w:right="3493"/>
        <w:rPr>
          <w:rFonts w:ascii="Arial" w:hAnsi="Arial" w:cs="Arial"/>
          <w:sz w:val="22"/>
          <w:szCs w:val="22"/>
          <w:lang w:val="en-US"/>
        </w:rPr>
      </w:pPr>
      <w:r w:rsidRPr="00A92683">
        <w:rPr>
          <w:rFonts w:ascii="Arial" w:hAnsi="Arial" w:cs="Arial"/>
          <w:sz w:val="22"/>
          <w:szCs w:val="22"/>
          <w:lang w:val="en-US"/>
        </w:rPr>
        <w:t>(</w:t>
      </w:r>
      <w:r w:rsidR="0084059C">
        <w:rPr>
          <w:rFonts w:ascii="Arial" w:hAnsi="Arial" w:cs="Arial"/>
          <w:sz w:val="22"/>
          <w:szCs w:val="22"/>
          <w:lang w:val="en-US"/>
        </w:rPr>
        <w:t>3.541</w:t>
      </w:r>
      <w:r w:rsidR="00E45EBF" w:rsidRPr="00A92683">
        <w:rPr>
          <w:rFonts w:ascii="Arial" w:hAnsi="Arial" w:cs="Arial"/>
          <w:sz w:val="22"/>
          <w:szCs w:val="22"/>
          <w:lang w:val="en-US"/>
        </w:rPr>
        <w:t xml:space="preserve"> characters</w:t>
      </w:r>
      <w:r w:rsidRPr="00A92683">
        <w:rPr>
          <w:rFonts w:ascii="Arial" w:hAnsi="Arial" w:cs="Arial"/>
          <w:sz w:val="22"/>
          <w:szCs w:val="22"/>
          <w:lang w:val="en-US"/>
        </w:rPr>
        <w:t>)</w:t>
      </w:r>
    </w:p>
    <w:p w14:paraId="4D19D45C" w14:textId="77777777" w:rsidR="000136BF" w:rsidRPr="00A92683" w:rsidRDefault="000136BF" w:rsidP="008E03DA">
      <w:pPr>
        <w:spacing w:line="312" w:lineRule="auto"/>
        <w:ind w:right="3493"/>
        <w:rPr>
          <w:rFonts w:ascii="Arial" w:eastAsia="Arial" w:hAnsi="Arial" w:cs="Arial"/>
          <w:sz w:val="22"/>
          <w:szCs w:val="22"/>
          <w:lang w:val="en-US"/>
        </w:rPr>
      </w:pPr>
    </w:p>
    <w:p w14:paraId="432BA3B5" w14:textId="501B2409" w:rsidR="0020315E" w:rsidRPr="00A92683" w:rsidRDefault="0020315E" w:rsidP="45AA45C1">
      <w:pPr>
        <w:spacing w:after="240" w:line="312" w:lineRule="auto"/>
        <w:ind w:right="3493"/>
        <w:rPr>
          <w:rFonts w:ascii="Wingdings" w:hAnsi="Wingdings"/>
          <w:lang w:val="en-US"/>
        </w:rPr>
      </w:pPr>
      <w:r w:rsidRPr="00A92683">
        <w:rPr>
          <w:rFonts w:ascii="Wingdings" w:hAnsi="Wingdings"/>
          <w:lang w:val="en-US"/>
        </w:rPr>
        <w:t></w:t>
      </w:r>
    </w:p>
    <w:p w14:paraId="252D565F" w14:textId="77777777" w:rsidR="00E45EBF" w:rsidRPr="00A92683" w:rsidRDefault="00E45EBF" w:rsidP="00E45EBF">
      <w:pPr>
        <w:pStyle w:val="PIAbspann"/>
        <w:rPr>
          <w:b/>
          <w:bCs/>
          <w:lang w:val="en-US"/>
        </w:rPr>
      </w:pPr>
      <w:r w:rsidRPr="00A92683">
        <w:rPr>
          <w:b/>
          <w:bCs/>
          <w:lang w:val="en-US"/>
        </w:rPr>
        <w:t>Images</w:t>
      </w:r>
    </w:p>
    <w:p w14:paraId="56051605" w14:textId="6C76DB6D" w:rsidR="006560D6" w:rsidRDefault="00AA32AD" w:rsidP="006560D6">
      <w:pPr>
        <w:spacing w:after="100" w:afterAutospacing="1" w:line="312" w:lineRule="auto"/>
        <w:ind w:right="3493"/>
        <w:rPr>
          <w:rFonts w:ascii="Arial" w:hAnsi="Arial" w:cs="Arial"/>
          <w:sz w:val="18"/>
          <w:lang w:val="en-US"/>
        </w:rPr>
      </w:pPr>
      <w:r w:rsidRPr="00A92683">
        <w:rPr>
          <w:rFonts w:ascii="Arial" w:hAnsi="Arial" w:cs="Arial"/>
          <w:sz w:val="18"/>
          <w:lang w:val="en-US"/>
        </w:rPr>
        <w:t>Evon Partnerschaft</w:t>
      </w:r>
      <w:r w:rsidR="002A2D5B" w:rsidRPr="00A92683">
        <w:rPr>
          <w:rFonts w:ascii="Arial" w:hAnsi="Arial" w:cs="Arial"/>
          <w:sz w:val="18"/>
          <w:lang w:val="en-US"/>
        </w:rPr>
        <w:t xml:space="preserve">.jpg: </w:t>
      </w:r>
      <w:r w:rsidR="006560D6" w:rsidRPr="006560D6">
        <w:rPr>
          <w:rFonts w:ascii="Arial" w:hAnsi="Arial" w:cs="Arial"/>
          <w:sz w:val="18"/>
          <w:lang w:val="en-US"/>
        </w:rPr>
        <w:t xml:space="preserve">Eplan CEO Sebastian Seitz and Evon CEO Andreas Leitner signed the </w:t>
      </w:r>
      <w:r w:rsidR="006560D6">
        <w:rPr>
          <w:rFonts w:ascii="Arial" w:hAnsi="Arial" w:cs="Arial"/>
          <w:sz w:val="18"/>
          <w:lang w:val="en-US"/>
        </w:rPr>
        <w:t>new technology partnership as part of the Eplan Partner Network</w:t>
      </w:r>
      <w:r w:rsidR="006560D6" w:rsidRPr="006560D6">
        <w:rPr>
          <w:rFonts w:ascii="Arial" w:hAnsi="Arial" w:cs="Arial"/>
          <w:sz w:val="18"/>
          <w:lang w:val="en-US"/>
        </w:rPr>
        <w:t xml:space="preserve"> at the SPS trade fair.</w:t>
      </w:r>
    </w:p>
    <w:p w14:paraId="3BF0CAFE" w14:textId="7B14F078" w:rsidR="000136BF" w:rsidRPr="00A92683" w:rsidRDefault="00E45EBF" w:rsidP="00E45EBF">
      <w:pPr>
        <w:autoSpaceDE w:val="0"/>
        <w:autoSpaceDN w:val="0"/>
        <w:adjustRightInd w:val="0"/>
        <w:spacing w:after="240" w:line="312" w:lineRule="auto"/>
        <w:ind w:right="3493"/>
        <w:rPr>
          <w:rFonts w:ascii="Arial" w:hAnsi="Arial" w:cs="Arial"/>
          <w:sz w:val="18"/>
          <w:lang w:val="en-US"/>
        </w:rPr>
      </w:pPr>
      <w:r w:rsidRPr="00A92683">
        <w:rPr>
          <w:rFonts w:ascii="Arial" w:hAnsi="Arial" w:cs="Arial"/>
          <w:sz w:val="18"/>
          <w:lang w:val="en-US"/>
        </w:rPr>
        <w:t>Please name Eplan GmbH &amp; Co. KG as the source, and provide us with a sample copy.</w:t>
      </w:r>
    </w:p>
    <w:p w14:paraId="1FA8375C" w14:textId="03F11D48" w:rsidR="000136BF" w:rsidRDefault="000136BF" w:rsidP="000136BF">
      <w:pPr>
        <w:pStyle w:val="Kopfzeile"/>
        <w:tabs>
          <w:tab w:val="clear" w:pos="4536"/>
          <w:tab w:val="clear" w:pos="9072"/>
        </w:tabs>
        <w:suppressAutoHyphens/>
        <w:spacing w:line="240" w:lineRule="atLeast"/>
        <w:ind w:right="3119"/>
        <w:rPr>
          <w:rFonts w:ascii="Arial" w:hAnsi="Arial" w:cs="Arial"/>
          <w:b/>
          <w:sz w:val="18"/>
          <w:szCs w:val="18"/>
          <w:lang w:val="en-US"/>
        </w:rPr>
      </w:pPr>
      <w:r w:rsidRPr="00A92683">
        <w:rPr>
          <w:rFonts w:ascii="Arial" w:hAnsi="Arial" w:cs="Arial"/>
          <w:b/>
          <w:sz w:val="18"/>
          <w:szCs w:val="18"/>
          <w:lang w:val="en-US"/>
        </w:rPr>
        <w:t>EPLAN</w:t>
      </w:r>
    </w:p>
    <w:p w14:paraId="53FCF5EC" w14:textId="77777777" w:rsidR="0084059C" w:rsidRPr="00A92683" w:rsidRDefault="0084059C" w:rsidP="000136BF">
      <w:pPr>
        <w:pStyle w:val="Kopfzeile"/>
        <w:tabs>
          <w:tab w:val="clear" w:pos="4536"/>
          <w:tab w:val="clear" w:pos="9072"/>
        </w:tabs>
        <w:suppressAutoHyphens/>
        <w:spacing w:line="240" w:lineRule="atLeast"/>
        <w:ind w:right="3119"/>
        <w:rPr>
          <w:rFonts w:ascii="Arial" w:hAnsi="Arial" w:cs="Arial"/>
          <w:b/>
          <w:sz w:val="18"/>
          <w:szCs w:val="18"/>
          <w:lang w:val="en-US"/>
        </w:rPr>
      </w:pPr>
    </w:p>
    <w:p w14:paraId="6C0637EA" w14:textId="77777777" w:rsidR="0084059C" w:rsidRPr="00C93686" w:rsidRDefault="0084059C" w:rsidP="0084059C">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459BF0C9" w14:textId="77777777" w:rsidR="0084059C" w:rsidRPr="00C93686" w:rsidRDefault="0084059C" w:rsidP="0084059C">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68</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0A7134B3" w14:textId="77777777" w:rsidR="0084059C" w:rsidRDefault="0084059C" w:rsidP="0084059C">
      <w:pPr>
        <w:pStyle w:val="PIAbspann"/>
        <w:rPr>
          <w:rStyle w:val="ui-provider"/>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w:t>
      </w:r>
      <w:r>
        <w:rPr>
          <w:lang w:val="en-US"/>
        </w:rPr>
        <w:t xml:space="preserve"> fiscal</w:t>
      </w:r>
      <w:r w:rsidRPr="00C93686">
        <w:rPr>
          <w:lang w:val="en-US"/>
        </w:rPr>
        <w:t xml:space="preserve"> </w:t>
      </w:r>
      <w:r>
        <w:rPr>
          <w:lang w:val="en-US"/>
        </w:rPr>
        <w:t>2022</w:t>
      </w:r>
      <w:r w:rsidRPr="00C93686">
        <w:rPr>
          <w:lang w:val="en-US"/>
        </w:rPr>
        <w:t xml:space="preserve">. </w:t>
      </w:r>
      <w:proofErr w:type="gramStart"/>
      <w:r>
        <w:rPr>
          <w:rStyle w:val="ui-provider"/>
        </w:rPr>
        <w:t>In 2023</w:t>
      </w:r>
      <w:proofErr w:type="gramEnd"/>
      <w:r>
        <w:rPr>
          <w:rStyle w:val="ui-provider"/>
        </w:rPr>
        <w:t xml:space="preserve">, </w:t>
      </w:r>
      <w:proofErr w:type="spellStart"/>
      <w:r>
        <w:rPr>
          <w:rStyle w:val="ui-provider"/>
        </w:rPr>
        <w:t>the</w:t>
      </w:r>
      <w:proofErr w:type="spellEnd"/>
      <w:r>
        <w:rPr>
          <w:rStyle w:val="ui-provider"/>
        </w:rPr>
        <w:t xml:space="preserve"> Friedhelm Loh Group was </w:t>
      </w:r>
      <w:proofErr w:type="spellStart"/>
      <w:r>
        <w:rPr>
          <w:rStyle w:val="ui-provider"/>
        </w:rPr>
        <w:t>named</w:t>
      </w:r>
      <w:proofErr w:type="spellEnd"/>
      <w:r>
        <w:rPr>
          <w:rStyle w:val="ui-provider"/>
        </w:rPr>
        <w:t xml:space="preserve"> “Best Place </w:t>
      </w:r>
      <w:proofErr w:type="spellStart"/>
      <w:r>
        <w:rPr>
          <w:rStyle w:val="ui-provider"/>
        </w:rPr>
        <w:t>to</w:t>
      </w:r>
      <w:proofErr w:type="spellEnd"/>
      <w:r>
        <w:rPr>
          <w:rStyle w:val="ui-provider"/>
        </w:rPr>
        <w:t xml:space="preserve"> </w:t>
      </w:r>
      <w:proofErr w:type="spellStart"/>
      <w:r>
        <w:rPr>
          <w:rStyle w:val="ui-provider"/>
        </w:rPr>
        <w:t>Learn</w:t>
      </w:r>
      <w:proofErr w:type="spellEnd"/>
      <w:r>
        <w:rPr>
          <w:rStyle w:val="ui-provider"/>
        </w:rPr>
        <w:t>” and “</w:t>
      </w:r>
      <w:proofErr w:type="spellStart"/>
      <w:r>
        <w:rPr>
          <w:rStyle w:val="ui-provider"/>
        </w:rPr>
        <w:t>Employer</w:t>
      </w:r>
      <w:proofErr w:type="spellEnd"/>
      <w:r>
        <w:rPr>
          <w:rStyle w:val="ui-provider"/>
        </w:rPr>
        <w:t xml:space="preserve"> </w:t>
      </w:r>
      <w:proofErr w:type="spellStart"/>
      <w:r>
        <w:rPr>
          <w:rStyle w:val="ui-provider"/>
        </w:rPr>
        <w:t>of</w:t>
      </w:r>
      <w:proofErr w:type="spellEnd"/>
      <w:r>
        <w:rPr>
          <w:rStyle w:val="ui-provider"/>
        </w:rPr>
        <w:t xml:space="preserve"> </w:t>
      </w:r>
      <w:proofErr w:type="spellStart"/>
      <w:r>
        <w:rPr>
          <w:rStyle w:val="ui-provider"/>
        </w:rPr>
        <w:t>the</w:t>
      </w:r>
      <w:proofErr w:type="spellEnd"/>
      <w:r>
        <w:rPr>
          <w:rStyle w:val="ui-provider"/>
        </w:rPr>
        <w:t xml:space="preserve"> Future”.</w:t>
      </w:r>
    </w:p>
    <w:p w14:paraId="33FF7D29" w14:textId="77777777" w:rsidR="0084059C" w:rsidRPr="00C93686" w:rsidRDefault="0084059C" w:rsidP="0084059C">
      <w:pPr>
        <w:pStyle w:val="PIAbspann"/>
        <w:rPr>
          <w:lang w:val="en-US"/>
          <w:specVanish/>
        </w:rPr>
      </w:pPr>
      <w:r w:rsidRPr="00C93686">
        <w:rPr>
          <w:lang w:val="en-US"/>
        </w:rPr>
        <w:t>For more information visit:</w:t>
      </w:r>
      <w:r>
        <w:rPr>
          <w:lang w:val="en-US"/>
        </w:rPr>
        <w:t xml:space="preserve"> </w:t>
      </w:r>
      <w:r>
        <w:rPr>
          <w:lang w:val="en-US"/>
        </w:rPr>
        <w:br/>
      </w:r>
      <w:r w:rsidRPr="00C93686">
        <w:rPr>
          <w:lang w:val="en-US"/>
        </w:rPr>
        <w:t>www.eplan</w:t>
      </w:r>
      <w:r>
        <w:rPr>
          <w:lang w:val="en-US"/>
        </w:rPr>
        <w:t>-software.com</w:t>
      </w:r>
      <w:r w:rsidRPr="00C93686">
        <w:rPr>
          <w:lang w:val="en-US"/>
        </w:rPr>
        <w:t xml:space="preserve"> and www.friedhelm-loh-group.com</w:t>
      </w:r>
    </w:p>
    <w:p w14:paraId="13608A09" w14:textId="77777777" w:rsidR="000136BF" w:rsidRPr="00A92683" w:rsidRDefault="000136BF" w:rsidP="000136BF">
      <w:pPr>
        <w:pStyle w:val="Kopfzeile"/>
        <w:tabs>
          <w:tab w:val="clear" w:pos="4536"/>
          <w:tab w:val="clear" w:pos="9072"/>
        </w:tabs>
        <w:suppressAutoHyphens/>
        <w:spacing w:line="240" w:lineRule="atLeast"/>
        <w:ind w:right="3119"/>
        <w:rPr>
          <w:rFonts w:ascii="Arial" w:hAnsi="Arial" w:cs="Arial"/>
          <w:b/>
          <w:sz w:val="22"/>
          <w:szCs w:val="22"/>
          <w:lang w:val="en-US"/>
        </w:rPr>
      </w:pPr>
    </w:p>
    <w:sectPr w:rsidR="000136BF" w:rsidRPr="00A92683" w:rsidSect="00B55D0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B317" w14:textId="77777777" w:rsidR="00150E47" w:rsidRDefault="00150E47">
      <w:r>
        <w:separator/>
      </w:r>
    </w:p>
  </w:endnote>
  <w:endnote w:type="continuationSeparator" w:id="0">
    <w:p w14:paraId="293D53BC" w14:textId="77777777" w:rsidR="00150E47" w:rsidRDefault="00150E47">
      <w:r>
        <w:continuationSeparator/>
      </w:r>
    </w:p>
  </w:endnote>
  <w:endnote w:type="continuationNotice" w:id="1">
    <w:p w14:paraId="24028C9F" w14:textId="77777777" w:rsidR="00150E47" w:rsidRDefault="00150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667032A7" w:rsidR="006C62FE" w:rsidRPr="00E45EBF" w:rsidRDefault="00E45EBF" w:rsidP="008C6F46">
    <w:pPr>
      <w:pStyle w:val="Fuzeile"/>
      <w:jc w:val="right"/>
      <w:rPr>
        <w:rFonts w:ascii="Arial" w:hAnsi="Arial" w:cs="Arial"/>
        <w:sz w:val="22"/>
        <w:szCs w:val="22"/>
        <w:lang w:val="en-GB"/>
      </w:rPr>
    </w:pPr>
    <w:r w:rsidRPr="00E45EBF">
      <w:rPr>
        <w:rStyle w:val="Seitenzahl"/>
        <w:rFonts w:ascii="Arial" w:hAnsi="Arial" w:cs="Arial"/>
        <w:sz w:val="22"/>
        <w:szCs w:val="22"/>
        <w:lang w:val="en-GB"/>
      </w:rPr>
      <w:t>Page</w:t>
    </w:r>
    <w:r w:rsidR="006C62FE" w:rsidRPr="00E45EBF">
      <w:rPr>
        <w:rStyle w:val="Seitenzahl"/>
        <w:rFonts w:ascii="Arial" w:hAnsi="Arial" w:cs="Arial"/>
        <w:sz w:val="22"/>
        <w:szCs w:val="22"/>
        <w:lang w:val="en-GB"/>
      </w:rPr>
      <w:t xml:space="preserve"> </w:t>
    </w:r>
    <w:r w:rsidR="006C62FE" w:rsidRPr="00E45EBF">
      <w:rPr>
        <w:rStyle w:val="Seitenzahl"/>
        <w:rFonts w:ascii="Arial" w:hAnsi="Arial" w:cs="Arial"/>
        <w:sz w:val="22"/>
        <w:szCs w:val="22"/>
        <w:lang w:val="en-GB"/>
      </w:rPr>
      <w:fldChar w:fldCharType="begin"/>
    </w:r>
    <w:r w:rsidR="006C62FE" w:rsidRPr="00E45EBF">
      <w:rPr>
        <w:rStyle w:val="Seitenzahl"/>
        <w:rFonts w:ascii="Arial" w:hAnsi="Arial" w:cs="Arial"/>
        <w:sz w:val="22"/>
        <w:szCs w:val="22"/>
        <w:lang w:val="en-GB"/>
      </w:rPr>
      <w:instrText xml:space="preserve"> PAGE </w:instrText>
    </w:r>
    <w:r w:rsidR="006C62FE" w:rsidRPr="00E45EBF">
      <w:rPr>
        <w:rStyle w:val="Seitenzahl"/>
        <w:rFonts w:ascii="Arial" w:hAnsi="Arial" w:cs="Arial"/>
        <w:sz w:val="22"/>
        <w:szCs w:val="22"/>
        <w:lang w:val="en-GB"/>
      </w:rPr>
      <w:fldChar w:fldCharType="separate"/>
    </w:r>
    <w:r w:rsidR="00890221" w:rsidRPr="00E45EBF">
      <w:rPr>
        <w:rStyle w:val="Seitenzahl"/>
        <w:rFonts w:ascii="Arial" w:hAnsi="Arial" w:cs="Arial"/>
        <w:sz w:val="22"/>
        <w:szCs w:val="22"/>
        <w:lang w:val="en-GB"/>
      </w:rPr>
      <w:t>2</w:t>
    </w:r>
    <w:r w:rsidR="006C62FE" w:rsidRPr="00E45EBF">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A4EA5" w14:textId="77777777" w:rsidR="00150E47" w:rsidRDefault="00150E47">
      <w:r>
        <w:separator/>
      </w:r>
    </w:p>
  </w:footnote>
  <w:footnote w:type="continuationSeparator" w:id="0">
    <w:p w14:paraId="7FF1DE76" w14:textId="77777777" w:rsidR="00150E47" w:rsidRDefault="00150E47">
      <w:r>
        <w:continuationSeparator/>
      </w:r>
    </w:p>
  </w:footnote>
  <w:footnote w:type="continuationNotice" w:id="1">
    <w:p w14:paraId="28E89D4A" w14:textId="77777777" w:rsidR="00150E47" w:rsidRDefault="00150E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653862B2" w:rsidR="00B15A2A" w:rsidRPr="00E45EBF" w:rsidRDefault="00B051E4" w:rsidP="00B15A2A">
    <w:pPr>
      <w:pStyle w:val="Kopfzeile"/>
      <w:spacing w:after="60"/>
      <w:rPr>
        <w:rFonts w:ascii="Arial" w:hAnsi="Arial" w:cs="Arial"/>
        <w:b/>
        <w:bCs/>
        <w:i/>
        <w:iCs/>
        <w:spacing w:val="40"/>
        <w:sz w:val="32"/>
        <w:lang w:val="en-GB"/>
      </w:rPr>
    </w:pPr>
    <w:r w:rsidRPr="00E45EBF">
      <w:rPr>
        <w:rFonts w:ascii="Arial" w:hAnsi="Arial" w:cs="Arial"/>
        <w:b/>
        <w:bCs/>
        <w:i/>
        <w:iCs/>
        <w:noProof/>
        <w:color w:val="2B579A"/>
        <w:spacing w:val="40"/>
        <w:sz w:val="20"/>
        <w:shd w:val="clear" w:color="auto" w:fill="E6E6E6"/>
        <w:lang w:val="en-GB"/>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7"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sidRPr="00E45EBF">
      <w:rPr>
        <w:rFonts w:ascii="Arial" w:hAnsi="Arial" w:cs="Arial"/>
        <w:b/>
        <w:bCs/>
        <w:i/>
        <w:iCs/>
        <w:spacing w:val="40"/>
        <w:sz w:val="32"/>
        <w:lang w:val="en-GB"/>
      </w:rPr>
      <w:t>Press</w:t>
    </w:r>
    <w:r w:rsidR="00E45EBF">
      <w:rPr>
        <w:rFonts w:ascii="Arial" w:hAnsi="Arial" w:cs="Arial"/>
        <w:b/>
        <w:bCs/>
        <w:i/>
        <w:iCs/>
        <w:spacing w:val="40"/>
        <w:sz w:val="32"/>
        <w:lang w:val="en-GB"/>
      </w:rPr>
      <w:t xml:space="preserve"> releas</w:t>
    </w:r>
    <w:r w:rsidR="00B15A2A" w:rsidRPr="00E45EBF">
      <w:rPr>
        <w:rFonts w:ascii="Arial" w:hAnsi="Arial" w:cs="Arial"/>
        <w:b/>
        <w:bCs/>
        <w:i/>
        <w:iCs/>
        <w:spacing w:val="40"/>
        <w:sz w:val="32"/>
        <w:lang w:val="en-GB"/>
      </w:rPr>
      <w:t>e</w:t>
    </w:r>
  </w:p>
  <w:p w14:paraId="306EDECD" w14:textId="4A701171" w:rsidR="00AA667D" w:rsidRPr="00E45EBF" w:rsidRDefault="00AA667D" w:rsidP="00AA667D">
    <w:pPr>
      <w:pStyle w:val="Kopfzeile"/>
      <w:rPr>
        <w:lang w:val="en-GB"/>
      </w:rPr>
    </w:pPr>
    <w:r w:rsidRPr="00E45EBF">
      <w:rPr>
        <w:rFonts w:ascii="Arial" w:hAnsi="Arial" w:cs="Arial"/>
        <w:sz w:val="22"/>
        <w:lang w:val="en-GB"/>
      </w:rPr>
      <w:t>Eplan</w:t>
    </w:r>
  </w:p>
  <w:p w14:paraId="580A50F3" w14:textId="77777777" w:rsidR="006C62FE" w:rsidRPr="00E45EBF"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5DCE72D7" w:rsidR="00B15A2A" w:rsidRPr="00E45EBF" w:rsidRDefault="00B051E4" w:rsidP="00B15A2A">
    <w:pPr>
      <w:pStyle w:val="Kopfzeile"/>
      <w:spacing w:after="60"/>
      <w:rPr>
        <w:rFonts w:ascii="Arial" w:hAnsi="Arial" w:cs="Arial"/>
        <w:b/>
        <w:bCs/>
        <w:i/>
        <w:iCs/>
        <w:spacing w:val="40"/>
        <w:sz w:val="32"/>
        <w:lang w:val="en-GB"/>
      </w:rPr>
    </w:pPr>
    <w:r w:rsidRPr="00E45EBF">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6704" behindDoc="0" locked="0" layoutInCell="1" allowOverlap="1" wp14:anchorId="3476E004" wp14:editId="7E88E3C8">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8" type="#_x0000_t202" style="position:absolute;margin-left:405.75pt;margin-top:-3.25pt;width:91.5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sidRPr="00E45EBF">
      <w:rPr>
        <w:rFonts w:ascii="Arial" w:hAnsi="Arial" w:cs="Arial"/>
        <w:b/>
        <w:bCs/>
        <w:i/>
        <w:iCs/>
        <w:spacing w:val="40"/>
        <w:sz w:val="32"/>
        <w:lang w:val="en-GB"/>
      </w:rPr>
      <w:t>Press</w:t>
    </w:r>
    <w:r w:rsidR="00E45EBF" w:rsidRPr="00E45EBF">
      <w:rPr>
        <w:rFonts w:ascii="Arial" w:hAnsi="Arial" w:cs="Arial"/>
        <w:b/>
        <w:bCs/>
        <w:i/>
        <w:iCs/>
        <w:spacing w:val="40"/>
        <w:sz w:val="32"/>
        <w:lang w:val="en-GB"/>
      </w:rPr>
      <w:t xml:space="preserve"> releas</w:t>
    </w:r>
    <w:r w:rsidR="00B15A2A" w:rsidRPr="00E45EBF">
      <w:rPr>
        <w:rFonts w:ascii="Arial" w:hAnsi="Arial" w:cs="Arial"/>
        <w:b/>
        <w:bCs/>
        <w:i/>
        <w:iCs/>
        <w:spacing w:val="40"/>
        <w:sz w:val="32"/>
        <w:lang w:val="en-GB"/>
      </w:rPr>
      <w:t>e</w:t>
    </w:r>
  </w:p>
  <w:p w14:paraId="2DDBA1F3" w14:textId="68DF7DFC" w:rsidR="006C62FE" w:rsidRPr="00E45EBF" w:rsidRDefault="00C0037C" w:rsidP="00B15A2A">
    <w:pPr>
      <w:pStyle w:val="Kopfzeile"/>
      <w:rPr>
        <w:lang w:val="en-GB"/>
      </w:rPr>
    </w:pPr>
    <w:r w:rsidRPr="00E45EBF">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2D8B"/>
    <w:rsid w:val="00003790"/>
    <w:rsid w:val="0000398E"/>
    <w:rsid w:val="000059F1"/>
    <w:rsid w:val="00005DBA"/>
    <w:rsid w:val="000065BA"/>
    <w:rsid w:val="00007487"/>
    <w:rsid w:val="0000782E"/>
    <w:rsid w:val="000128AC"/>
    <w:rsid w:val="000136BF"/>
    <w:rsid w:val="00014EEA"/>
    <w:rsid w:val="00015394"/>
    <w:rsid w:val="00020D7E"/>
    <w:rsid w:val="00023190"/>
    <w:rsid w:val="00023DD1"/>
    <w:rsid w:val="00026458"/>
    <w:rsid w:val="00031D3B"/>
    <w:rsid w:val="00034005"/>
    <w:rsid w:val="000345DD"/>
    <w:rsid w:val="00035752"/>
    <w:rsid w:val="00035F0D"/>
    <w:rsid w:val="00040441"/>
    <w:rsid w:val="0004255D"/>
    <w:rsid w:val="00042AC8"/>
    <w:rsid w:val="00042D71"/>
    <w:rsid w:val="000438A0"/>
    <w:rsid w:val="0004433C"/>
    <w:rsid w:val="0004459B"/>
    <w:rsid w:val="0004469E"/>
    <w:rsid w:val="000461B6"/>
    <w:rsid w:val="00046997"/>
    <w:rsid w:val="000541A3"/>
    <w:rsid w:val="00056277"/>
    <w:rsid w:val="000564E7"/>
    <w:rsid w:val="000608FB"/>
    <w:rsid w:val="00060AC1"/>
    <w:rsid w:val="000625AE"/>
    <w:rsid w:val="00063DF8"/>
    <w:rsid w:val="00070452"/>
    <w:rsid w:val="00070524"/>
    <w:rsid w:val="000717ED"/>
    <w:rsid w:val="00071E2C"/>
    <w:rsid w:val="00074175"/>
    <w:rsid w:val="00090B0B"/>
    <w:rsid w:val="00091582"/>
    <w:rsid w:val="00091A11"/>
    <w:rsid w:val="00093673"/>
    <w:rsid w:val="00094C54"/>
    <w:rsid w:val="00095309"/>
    <w:rsid w:val="000972C3"/>
    <w:rsid w:val="00097A9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D2D33"/>
    <w:rsid w:val="000D3A20"/>
    <w:rsid w:val="000D6574"/>
    <w:rsid w:val="000D7AA5"/>
    <w:rsid w:val="000E149B"/>
    <w:rsid w:val="000E27DD"/>
    <w:rsid w:val="000E2ED1"/>
    <w:rsid w:val="000E40DE"/>
    <w:rsid w:val="000E449F"/>
    <w:rsid w:val="000E5BA7"/>
    <w:rsid w:val="000E7B68"/>
    <w:rsid w:val="000E7F63"/>
    <w:rsid w:val="000F1806"/>
    <w:rsid w:val="00100EC1"/>
    <w:rsid w:val="001020C7"/>
    <w:rsid w:val="001021C4"/>
    <w:rsid w:val="00102DD1"/>
    <w:rsid w:val="00105D13"/>
    <w:rsid w:val="00106143"/>
    <w:rsid w:val="0011187E"/>
    <w:rsid w:val="00116DEA"/>
    <w:rsid w:val="00122AAF"/>
    <w:rsid w:val="00123BE2"/>
    <w:rsid w:val="0012498A"/>
    <w:rsid w:val="00132ED5"/>
    <w:rsid w:val="00133C9E"/>
    <w:rsid w:val="00133D94"/>
    <w:rsid w:val="0013400F"/>
    <w:rsid w:val="00137055"/>
    <w:rsid w:val="00140536"/>
    <w:rsid w:val="0014234B"/>
    <w:rsid w:val="001423C6"/>
    <w:rsid w:val="001423F9"/>
    <w:rsid w:val="001439E2"/>
    <w:rsid w:val="00147706"/>
    <w:rsid w:val="00150689"/>
    <w:rsid w:val="00150E47"/>
    <w:rsid w:val="00154186"/>
    <w:rsid w:val="00155A03"/>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86A43"/>
    <w:rsid w:val="001906E3"/>
    <w:rsid w:val="00194551"/>
    <w:rsid w:val="00195E41"/>
    <w:rsid w:val="00196BAD"/>
    <w:rsid w:val="00197AA7"/>
    <w:rsid w:val="001A1D57"/>
    <w:rsid w:val="001A2749"/>
    <w:rsid w:val="001B0ACF"/>
    <w:rsid w:val="001B107A"/>
    <w:rsid w:val="001B6282"/>
    <w:rsid w:val="001B700F"/>
    <w:rsid w:val="001C0D49"/>
    <w:rsid w:val="001C311B"/>
    <w:rsid w:val="001C35DB"/>
    <w:rsid w:val="001C408A"/>
    <w:rsid w:val="001D2DE0"/>
    <w:rsid w:val="001D2E3D"/>
    <w:rsid w:val="001D3842"/>
    <w:rsid w:val="001D47A3"/>
    <w:rsid w:val="001D6FD0"/>
    <w:rsid w:val="001E4E05"/>
    <w:rsid w:val="001E5637"/>
    <w:rsid w:val="001E689C"/>
    <w:rsid w:val="001F036E"/>
    <w:rsid w:val="001F40E8"/>
    <w:rsid w:val="001F65FE"/>
    <w:rsid w:val="0020293C"/>
    <w:rsid w:val="0020315E"/>
    <w:rsid w:val="002039C6"/>
    <w:rsid w:val="00204CE8"/>
    <w:rsid w:val="00206819"/>
    <w:rsid w:val="00207809"/>
    <w:rsid w:val="0021276F"/>
    <w:rsid w:val="0021476B"/>
    <w:rsid w:val="00220536"/>
    <w:rsid w:val="00220D64"/>
    <w:rsid w:val="0022425E"/>
    <w:rsid w:val="002243FD"/>
    <w:rsid w:val="002268F8"/>
    <w:rsid w:val="00226C93"/>
    <w:rsid w:val="00227CF5"/>
    <w:rsid w:val="00231661"/>
    <w:rsid w:val="002338B3"/>
    <w:rsid w:val="00234655"/>
    <w:rsid w:val="002404C4"/>
    <w:rsid w:val="0024095D"/>
    <w:rsid w:val="00242BE3"/>
    <w:rsid w:val="00246D94"/>
    <w:rsid w:val="00246D9B"/>
    <w:rsid w:val="00246E39"/>
    <w:rsid w:val="00247086"/>
    <w:rsid w:val="00247508"/>
    <w:rsid w:val="00247F15"/>
    <w:rsid w:val="002516FB"/>
    <w:rsid w:val="002522B5"/>
    <w:rsid w:val="002542B9"/>
    <w:rsid w:val="00254A79"/>
    <w:rsid w:val="00254E0A"/>
    <w:rsid w:val="0025543E"/>
    <w:rsid w:val="0025580D"/>
    <w:rsid w:val="00257B85"/>
    <w:rsid w:val="00261532"/>
    <w:rsid w:val="00262125"/>
    <w:rsid w:val="0026245F"/>
    <w:rsid w:val="00264368"/>
    <w:rsid w:val="00264F64"/>
    <w:rsid w:val="00265267"/>
    <w:rsid w:val="00265F26"/>
    <w:rsid w:val="0027036B"/>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0EE6"/>
    <w:rsid w:val="002A170C"/>
    <w:rsid w:val="002A2D5B"/>
    <w:rsid w:val="002A3A8D"/>
    <w:rsid w:val="002A7BAB"/>
    <w:rsid w:val="002B337D"/>
    <w:rsid w:val="002B4D00"/>
    <w:rsid w:val="002B7AE3"/>
    <w:rsid w:val="002C1431"/>
    <w:rsid w:val="002C4118"/>
    <w:rsid w:val="002C47FA"/>
    <w:rsid w:val="002C4C83"/>
    <w:rsid w:val="002C51AB"/>
    <w:rsid w:val="002C6C10"/>
    <w:rsid w:val="002D1438"/>
    <w:rsid w:val="002D31A8"/>
    <w:rsid w:val="002D3978"/>
    <w:rsid w:val="002D3D9B"/>
    <w:rsid w:val="002E1C53"/>
    <w:rsid w:val="002E39E4"/>
    <w:rsid w:val="002E5DE2"/>
    <w:rsid w:val="002E60AA"/>
    <w:rsid w:val="002E6815"/>
    <w:rsid w:val="002E75C2"/>
    <w:rsid w:val="003071F9"/>
    <w:rsid w:val="00311B7E"/>
    <w:rsid w:val="00313D2E"/>
    <w:rsid w:val="0031423A"/>
    <w:rsid w:val="003159DA"/>
    <w:rsid w:val="00317528"/>
    <w:rsid w:val="00323DD1"/>
    <w:rsid w:val="00324B5A"/>
    <w:rsid w:val="0032582B"/>
    <w:rsid w:val="003275D8"/>
    <w:rsid w:val="00330FDF"/>
    <w:rsid w:val="003340C0"/>
    <w:rsid w:val="00334AE9"/>
    <w:rsid w:val="003353B9"/>
    <w:rsid w:val="003363B6"/>
    <w:rsid w:val="00340061"/>
    <w:rsid w:val="003416C6"/>
    <w:rsid w:val="003427CD"/>
    <w:rsid w:val="0034744C"/>
    <w:rsid w:val="0035170A"/>
    <w:rsid w:val="003553F1"/>
    <w:rsid w:val="00355C93"/>
    <w:rsid w:val="00361213"/>
    <w:rsid w:val="00363574"/>
    <w:rsid w:val="00365CB8"/>
    <w:rsid w:val="00367BC8"/>
    <w:rsid w:val="00371B53"/>
    <w:rsid w:val="00372EA4"/>
    <w:rsid w:val="00374B1B"/>
    <w:rsid w:val="00374FC1"/>
    <w:rsid w:val="0037533B"/>
    <w:rsid w:val="003757E5"/>
    <w:rsid w:val="00381065"/>
    <w:rsid w:val="00381F3A"/>
    <w:rsid w:val="00383BDB"/>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A6C5A"/>
    <w:rsid w:val="003B29DC"/>
    <w:rsid w:val="003B3B23"/>
    <w:rsid w:val="003B50D5"/>
    <w:rsid w:val="003B6F03"/>
    <w:rsid w:val="003B7F8E"/>
    <w:rsid w:val="003C0A52"/>
    <w:rsid w:val="003C13B4"/>
    <w:rsid w:val="003C5664"/>
    <w:rsid w:val="003D11CB"/>
    <w:rsid w:val="003D38C6"/>
    <w:rsid w:val="003D3ABA"/>
    <w:rsid w:val="003D7F19"/>
    <w:rsid w:val="003E0BE9"/>
    <w:rsid w:val="003E1006"/>
    <w:rsid w:val="003E23D3"/>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3F3B"/>
    <w:rsid w:val="004153C7"/>
    <w:rsid w:val="00423C74"/>
    <w:rsid w:val="00424CA2"/>
    <w:rsid w:val="004266D5"/>
    <w:rsid w:val="00427985"/>
    <w:rsid w:val="004343C7"/>
    <w:rsid w:val="004344DD"/>
    <w:rsid w:val="004370A6"/>
    <w:rsid w:val="0044035F"/>
    <w:rsid w:val="00444CF2"/>
    <w:rsid w:val="00444E8D"/>
    <w:rsid w:val="004518FF"/>
    <w:rsid w:val="00452F84"/>
    <w:rsid w:val="00454FE2"/>
    <w:rsid w:val="004574B4"/>
    <w:rsid w:val="00457892"/>
    <w:rsid w:val="00460C9D"/>
    <w:rsid w:val="00460FA4"/>
    <w:rsid w:val="00461640"/>
    <w:rsid w:val="00462C65"/>
    <w:rsid w:val="00463A07"/>
    <w:rsid w:val="00465716"/>
    <w:rsid w:val="0046663A"/>
    <w:rsid w:val="004672F4"/>
    <w:rsid w:val="00475641"/>
    <w:rsid w:val="00476C65"/>
    <w:rsid w:val="00476E97"/>
    <w:rsid w:val="004828E6"/>
    <w:rsid w:val="0048546C"/>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D29F6"/>
    <w:rsid w:val="004E2C6F"/>
    <w:rsid w:val="004E41CF"/>
    <w:rsid w:val="004E645D"/>
    <w:rsid w:val="004E6C3C"/>
    <w:rsid w:val="004F170E"/>
    <w:rsid w:val="004F58FC"/>
    <w:rsid w:val="005079B8"/>
    <w:rsid w:val="005107EE"/>
    <w:rsid w:val="00510C80"/>
    <w:rsid w:val="00512631"/>
    <w:rsid w:val="005126D8"/>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107"/>
    <w:rsid w:val="005602F2"/>
    <w:rsid w:val="00560E09"/>
    <w:rsid w:val="0056272F"/>
    <w:rsid w:val="00563049"/>
    <w:rsid w:val="00563513"/>
    <w:rsid w:val="00563A37"/>
    <w:rsid w:val="00564C01"/>
    <w:rsid w:val="00567C7A"/>
    <w:rsid w:val="00571149"/>
    <w:rsid w:val="00571D51"/>
    <w:rsid w:val="00575162"/>
    <w:rsid w:val="00585786"/>
    <w:rsid w:val="0058737B"/>
    <w:rsid w:val="005902D7"/>
    <w:rsid w:val="005909E8"/>
    <w:rsid w:val="00594077"/>
    <w:rsid w:val="0059679C"/>
    <w:rsid w:val="005A1E00"/>
    <w:rsid w:val="005A3F01"/>
    <w:rsid w:val="005A4526"/>
    <w:rsid w:val="005A5084"/>
    <w:rsid w:val="005A6391"/>
    <w:rsid w:val="005A6D5B"/>
    <w:rsid w:val="005B1792"/>
    <w:rsid w:val="005B3E4E"/>
    <w:rsid w:val="005B57EA"/>
    <w:rsid w:val="005B6DCA"/>
    <w:rsid w:val="005C0BFB"/>
    <w:rsid w:val="005C3EA9"/>
    <w:rsid w:val="005C5669"/>
    <w:rsid w:val="005C6076"/>
    <w:rsid w:val="005D0646"/>
    <w:rsid w:val="005E19F4"/>
    <w:rsid w:val="005E4F9C"/>
    <w:rsid w:val="005E7760"/>
    <w:rsid w:val="005F57CB"/>
    <w:rsid w:val="005F5A3C"/>
    <w:rsid w:val="006019FB"/>
    <w:rsid w:val="00602184"/>
    <w:rsid w:val="00602AF2"/>
    <w:rsid w:val="00604A25"/>
    <w:rsid w:val="00605D60"/>
    <w:rsid w:val="006140D7"/>
    <w:rsid w:val="00614949"/>
    <w:rsid w:val="00614CDA"/>
    <w:rsid w:val="0061781B"/>
    <w:rsid w:val="006220B8"/>
    <w:rsid w:val="00624C18"/>
    <w:rsid w:val="00624E51"/>
    <w:rsid w:val="00626A20"/>
    <w:rsid w:val="006276CF"/>
    <w:rsid w:val="00630763"/>
    <w:rsid w:val="006324B9"/>
    <w:rsid w:val="00632639"/>
    <w:rsid w:val="00637093"/>
    <w:rsid w:val="00637567"/>
    <w:rsid w:val="00640B69"/>
    <w:rsid w:val="00641199"/>
    <w:rsid w:val="00650E6B"/>
    <w:rsid w:val="006560D6"/>
    <w:rsid w:val="00660E7B"/>
    <w:rsid w:val="00660EC3"/>
    <w:rsid w:val="0066299B"/>
    <w:rsid w:val="00664C20"/>
    <w:rsid w:val="00670E11"/>
    <w:rsid w:val="00672BA8"/>
    <w:rsid w:val="00672CF8"/>
    <w:rsid w:val="00677C79"/>
    <w:rsid w:val="006820AA"/>
    <w:rsid w:val="00683178"/>
    <w:rsid w:val="0068394E"/>
    <w:rsid w:val="006856DB"/>
    <w:rsid w:val="00694042"/>
    <w:rsid w:val="00694143"/>
    <w:rsid w:val="00696A1B"/>
    <w:rsid w:val="006A055A"/>
    <w:rsid w:val="006A35A2"/>
    <w:rsid w:val="006A6ED5"/>
    <w:rsid w:val="006B0842"/>
    <w:rsid w:val="006B1AB1"/>
    <w:rsid w:val="006B2F95"/>
    <w:rsid w:val="006C0437"/>
    <w:rsid w:val="006C35E0"/>
    <w:rsid w:val="006C62FE"/>
    <w:rsid w:val="006C7143"/>
    <w:rsid w:val="006E0D1D"/>
    <w:rsid w:val="006E4DC7"/>
    <w:rsid w:val="006E65D1"/>
    <w:rsid w:val="006F117B"/>
    <w:rsid w:val="006F1C86"/>
    <w:rsid w:val="006F2AD1"/>
    <w:rsid w:val="006F2CBF"/>
    <w:rsid w:val="006F3201"/>
    <w:rsid w:val="006F4351"/>
    <w:rsid w:val="007016CC"/>
    <w:rsid w:val="00705674"/>
    <w:rsid w:val="00712C40"/>
    <w:rsid w:val="00713B04"/>
    <w:rsid w:val="00714936"/>
    <w:rsid w:val="007174A4"/>
    <w:rsid w:val="007178AE"/>
    <w:rsid w:val="00720B04"/>
    <w:rsid w:val="0072130A"/>
    <w:rsid w:val="007214B9"/>
    <w:rsid w:val="00721589"/>
    <w:rsid w:val="00722A3B"/>
    <w:rsid w:val="00724F48"/>
    <w:rsid w:val="00727E59"/>
    <w:rsid w:val="00733F1B"/>
    <w:rsid w:val="007352B7"/>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675B9"/>
    <w:rsid w:val="00770FAE"/>
    <w:rsid w:val="00771F09"/>
    <w:rsid w:val="007728F1"/>
    <w:rsid w:val="00777FAD"/>
    <w:rsid w:val="00780BC9"/>
    <w:rsid w:val="0078163B"/>
    <w:rsid w:val="00783891"/>
    <w:rsid w:val="007854DE"/>
    <w:rsid w:val="007907FA"/>
    <w:rsid w:val="00792910"/>
    <w:rsid w:val="007934B4"/>
    <w:rsid w:val="00795C06"/>
    <w:rsid w:val="007A12AB"/>
    <w:rsid w:val="007A5DC3"/>
    <w:rsid w:val="007A7212"/>
    <w:rsid w:val="007A74B7"/>
    <w:rsid w:val="007B03EC"/>
    <w:rsid w:val="007B2B35"/>
    <w:rsid w:val="007B44E3"/>
    <w:rsid w:val="007B6425"/>
    <w:rsid w:val="007B75C6"/>
    <w:rsid w:val="007C13E8"/>
    <w:rsid w:val="007C4A7F"/>
    <w:rsid w:val="007C6B62"/>
    <w:rsid w:val="007C70D4"/>
    <w:rsid w:val="007C7B70"/>
    <w:rsid w:val="007C7D81"/>
    <w:rsid w:val="007D132D"/>
    <w:rsid w:val="007D1F8E"/>
    <w:rsid w:val="007D2457"/>
    <w:rsid w:val="007D2B8A"/>
    <w:rsid w:val="007D5C19"/>
    <w:rsid w:val="007D5CEC"/>
    <w:rsid w:val="007D6AD8"/>
    <w:rsid w:val="007D74CB"/>
    <w:rsid w:val="007E27D6"/>
    <w:rsid w:val="007E54D6"/>
    <w:rsid w:val="007F5531"/>
    <w:rsid w:val="00804CC9"/>
    <w:rsid w:val="00805FC6"/>
    <w:rsid w:val="00806DED"/>
    <w:rsid w:val="00806FF4"/>
    <w:rsid w:val="008079EF"/>
    <w:rsid w:val="00810904"/>
    <w:rsid w:val="00814F7F"/>
    <w:rsid w:val="00821052"/>
    <w:rsid w:val="00822931"/>
    <w:rsid w:val="00822F99"/>
    <w:rsid w:val="00823DFD"/>
    <w:rsid w:val="008241A5"/>
    <w:rsid w:val="00824D67"/>
    <w:rsid w:val="00830E5A"/>
    <w:rsid w:val="0083155B"/>
    <w:rsid w:val="00833339"/>
    <w:rsid w:val="00833C3C"/>
    <w:rsid w:val="008349CC"/>
    <w:rsid w:val="00835DFB"/>
    <w:rsid w:val="0084059C"/>
    <w:rsid w:val="0084093B"/>
    <w:rsid w:val="00841F82"/>
    <w:rsid w:val="00842286"/>
    <w:rsid w:val="00846B12"/>
    <w:rsid w:val="0085494B"/>
    <w:rsid w:val="008551E6"/>
    <w:rsid w:val="00861718"/>
    <w:rsid w:val="008635D3"/>
    <w:rsid w:val="008641A9"/>
    <w:rsid w:val="008642E6"/>
    <w:rsid w:val="00864420"/>
    <w:rsid w:val="00864F98"/>
    <w:rsid w:val="00866668"/>
    <w:rsid w:val="0086717A"/>
    <w:rsid w:val="0087029E"/>
    <w:rsid w:val="00871843"/>
    <w:rsid w:val="0087220B"/>
    <w:rsid w:val="00873658"/>
    <w:rsid w:val="008750F4"/>
    <w:rsid w:val="008818E9"/>
    <w:rsid w:val="00882E5A"/>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5703"/>
    <w:rsid w:val="008D726D"/>
    <w:rsid w:val="008E0229"/>
    <w:rsid w:val="008E03DA"/>
    <w:rsid w:val="008E3ED5"/>
    <w:rsid w:val="008E4ABA"/>
    <w:rsid w:val="008E5E5D"/>
    <w:rsid w:val="008F1EC1"/>
    <w:rsid w:val="008F2F71"/>
    <w:rsid w:val="008F4E08"/>
    <w:rsid w:val="008F7113"/>
    <w:rsid w:val="00904599"/>
    <w:rsid w:val="009144CB"/>
    <w:rsid w:val="009150B1"/>
    <w:rsid w:val="00915E7B"/>
    <w:rsid w:val="00917510"/>
    <w:rsid w:val="00920497"/>
    <w:rsid w:val="009218CD"/>
    <w:rsid w:val="00922231"/>
    <w:rsid w:val="00923228"/>
    <w:rsid w:val="00923432"/>
    <w:rsid w:val="0093155A"/>
    <w:rsid w:val="009407F1"/>
    <w:rsid w:val="00940BDB"/>
    <w:rsid w:val="00943F56"/>
    <w:rsid w:val="00944F70"/>
    <w:rsid w:val="009468ED"/>
    <w:rsid w:val="00946E77"/>
    <w:rsid w:val="00947D55"/>
    <w:rsid w:val="00950BEA"/>
    <w:rsid w:val="00951E19"/>
    <w:rsid w:val="00953CED"/>
    <w:rsid w:val="009571C5"/>
    <w:rsid w:val="0096362D"/>
    <w:rsid w:val="0096663D"/>
    <w:rsid w:val="00966B26"/>
    <w:rsid w:val="00966BF1"/>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94149"/>
    <w:rsid w:val="009A1EB6"/>
    <w:rsid w:val="009A4BC4"/>
    <w:rsid w:val="009A4F2C"/>
    <w:rsid w:val="009A4FC5"/>
    <w:rsid w:val="009A5106"/>
    <w:rsid w:val="009A5321"/>
    <w:rsid w:val="009A6917"/>
    <w:rsid w:val="009C7690"/>
    <w:rsid w:val="009D28B8"/>
    <w:rsid w:val="009D29AD"/>
    <w:rsid w:val="009D58D0"/>
    <w:rsid w:val="009D66CF"/>
    <w:rsid w:val="009D6A47"/>
    <w:rsid w:val="009D7F64"/>
    <w:rsid w:val="009E12E5"/>
    <w:rsid w:val="009E2441"/>
    <w:rsid w:val="009E2947"/>
    <w:rsid w:val="009E2A80"/>
    <w:rsid w:val="009E3570"/>
    <w:rsid w:val="009E3B52"/>
    <w:rsid w:val="009E4177"/>
    <w:rsid w:val="009F254F"/>
    <w:rsid w:val="009F3B6E"/>
    <w:rsid w:val="009F778E"/>
    <w:rsid w:val="00A025DC"/>
    <w:rsid w:val="00A05681"/>
    <w:rsid w:val="00A066B8"/>
    <w:rsid w:val="00A06CCF"/>
    <w:rsid w:val="00A06D03"/>
    <w:rsid w:val="00A109B3"/>
    <w:rsid w:val="00A1169D"/>
    <w:rsid w:val="00A11AFD"/>
    <w:rsid w:val="00A148F9"/>
    <w:rsid w:val="00A16074"/>
    <w:rsid w:val="00A2233C"/>
    <w:rsid w:val="00A22383"/>
    <w:rsid w:val="00A22537"/>
    <w:rsid w:val="00A23B36"/>
    <w:rsid w:val="00A24BE6"/>
    <w:rsid w:val="00A32CA7"/>
    <w:rsid w:val="00A35F74"/>
    <w:rsid w:val="00A40C07"/>
    <w:rsid w:val="00A41B71"/>
    <w:rsid w:val="00A42AEE"/>
    <w:rsid w:val="00A46D1A"/>
    <w:rsid w:val="00A51A28"/>
    <w:rsid w:val="00A52FCC"/>
    <w:rsid w:val="00A56D26"/>
    <w:rsid w:val="00A5792E"/>
    <w:rsid w:val="00A613D4"/>
    <w:rsid w:val="00A6262D"/>
    <w:rsid w:val="00A644E0"/>
    <w:rsid w:val="00A667C6"/>
    <w:rsid w:val="00A66A14"/>
    <w:rsid w:val="00A674B8"/>
    <w:rsid w:val="00A67E9F"/>
    <w:rsid w:val="00A71B14"/>
    <w:rsid w:val="00A7650D"/>
    <w:rsid w:val="00A777FB"/>
    <w:rsid w:val="00A77831"/>
    <w:rsid w:val="00A81017"/>
    <w:rsid w:val="00A81100"/>
    <w:rsid w:val="00A8214C"/>
    <w:rsid w:val="00A83071"/>
    <w:rsid w:val="00A83103"/>
    <w:rsid w:val="00A83CEE"/>
    <w:rsid w:val="00A845F7"/>
    <w:rsid w:val="00A84FE6"/>
    <w:rsid w:val="00A86D0A"/>
    <w:rsid w:val="00A91001"/>
    <w:rsid w:val="00A91E8E"/>
    <w:rsid w:val="00A92683"/>
    <w:rsid w:val="00A93B0E"/>
    <w:rsid w:val="00A94A29"/>
    <w:rsid w:val="00A94C9B"/>
    <w:rsid w:val="00AA01FD"/>
    <w:rsid w:val="00AA32AD"/>
    <w:rsid w:val="00AA4318"/>
    <w:rsid w:val="00AA667D"/>
    <w:rsid w:val="00AA69AF"/>
    <w:rsid w:val="00AA7DA8"/>
    <w:rsid w:val="00AA7E4F"/>
    <w:rsid w:val="00AB0A7B"/>
    <w:rsid w:val="00AB10BB"/>
    <w:rsid w:val="00AB38C0"/>
    <w:rsid w:val="00AB3A87"/>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7BEE"/>
    <w:rsid w:val="00AECAAD"/>
    <w:rsid w:val="00AF155D"/>
    <w:rsid w:val="00AF2CCC"/>
    <w:rsid w:val="00AF389A"/>
    <w:rsid w:val="00AF39B8"/>
    <w:rsid w:val="00AF666C"/>
    <w:rsid w:val="00AF6A6D"/>
    <w:rsid w:val="00B001EF"/>
    <w:rsid w:val="00B00BE1"/>
    <w:rsid w:val="00B039B1"/>
    <w:rsid w:val="00B03EDB"/>
    <w:rsid w:val="00B04589"/>
    <w:rsid w:val="00B04BD6"/>
    <w:rsid w:val="00B05056"/>
    <w:rsid w:val="00B051E4"/>
    <w:rsid w:val="00B0539E"/>
    <w:rsid w:val="00B06248"/>
    <w:rsid w:val="00B06BE1"/>
    <w:rsid w:val="00B15264"/>
    <w:rsid w:val="00B15A2A"/>
    <w:rsid w:val="00B163AF"/>
    <w:rsid w:val="00B175B5"/>
    <w:rsid w:val="00B22639"/>
    <w:rsid w:val="00B246E0"/>
    <w:rsid w:val="00B263E4"/>
    <w:rsid w:val="00B30557"/>
    <w:rsid w:val="00B340A4"/>
    <w:rsid w:val="00B34EDD"/>
    <w:rsid w:val="00B37FA0"/>
    <w:rsid w:val="00B4278C"/>
    <w:rsid w:val="00B4541D"/>
    <w:rsid w:val="00B51EB6"/>
    <w:rsid w:val="00B5259E"/>
    <w:rsid w:val="00B52CE0"/>
    <w:rsid w:val="00B55D0F"/>
    <w:rsid w:val="00B56311"/>
    <w:rsid w:val="00B56A1E"/>
    <w:rsid w:val="00B610A0"/>
    <w:rsid w:val="00B62D4C"/>
    <w:rsid w:val="00B63E4F"/>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3D03"/>
    <w:rsid w:val="00BB59D0"/>
    <w:rsid w:val="00BC23BC"/>
    <w:rsid w:val="00BC25E8"/>
    <w:rsid w:val="00BD194C"/>
    <w:rsid w:val="00BD2B02"/>
    <w:rsid w:val="00BE0185"/>
    <w:rsid w:val="00BE1AA0"/>
    <w:rsid w:val="00BE2E93"/>
    <w:rsid w:val="00BE6D74"/>
    <w:rsid w:val="00BF0A00"/>
    <w:rsid w:val="00BF238B"/>
    <w:rsid w:val="00BF2637"/>
    <w:rsid w:val="00BF3634"/>
    <w:rsid w:val="00BF683A"/>
    <w:rsid w:val="00C0037C"/>
    <w:rsid w:val="00C05E68"/>
    <w:rsid w:val="00C105C2"/>
    <w:rsid w:val="00C1358A"/>
    <w:rsid w:val="00C13F19"/>
    <w:rsid w:val="00C15F3D"/>
    <w:rsid w:val="00C247E7"/>
    <w:rsid w:val="00C26134"/>
    <w:rsid w:val="00C30AA9"/>
    <w:rsid w:val="00C30CA2"/>
    <w:rsid w:val="00C37519"/>
    <w:rsid w:val="00C4051D"/>
    <w:rsid w:val="00C407A0"/>
    <w:rsid w:val="00C40C98"/>
    <w:rsid w:val="00C43A37"/>
    <w:rsid w:val="00C4429E"/>
    <w:rsid w:val="00C452EE"/>
    <w:rsid w:val="00C47898"/>
    <w:rsid w:val="00C51A25"/>
    <w:rsid w:val="00C51B31"/>
    <w:rsid w:val="00C51F23"/>
    <w:rsid w:val="00C52C27"/>
    <w:rsid w:val="00C534A9"/>
    <w:rsid w:val="00C534C1"/>
    <w:rsid w:val="00C548F3"/>
    <w:rsid w:val="00C63322"/>
    <w:rsid w:val="00C644A1"/>
    <w:rsid w:val="00C665B1"/>
    <w:rsid w:val="00C718D6"/>
    <w:rsid w:val="00C743B7"/>
    <w:rsid w:val="00C74748"/>
    <w:rsid w:val="00C82D1E"/>
    <w:rsid w:val="00C843C6"/>
    <w:rsid w:val="00C93402"/>
    <w:rsid w:val="00C93607"/>
    <w:rsid w:val="00C9628E"/>
    <w:rsid w:val="00C962D8"/>
    <w:rsid w:val="00CA4D65"/>
    <w:rsid w:val="00CA70FA"/>
    <w:rsid w:val="00CA7B39"/>
    <w:rsid w:val="00CB1238"/>
    <w:rsid w:val="00CB2219"/>
    <w:rsid w:val="00CB228A"/>
    <w:rsid w:val="00CB5526"/>
    <w:rsid w:val="00CB6B9B"/>
    <w:rsid w:val="00CB7403"/>
    <w:rsid w:val="00CC10D2"/>
    <w:rsid w:val="00CC38CA"/>
    <w:rsid w:val="00CC4354"/>
    <w:rsid w:val="00CC444C"/>
    <w:rsid w:val="00CC4A3E"/>
    <w:rsid w:val="00CC4D03"/>
    <w:rsid w:val="00CD0931"/>
    <w:rsid w:val="00CD0F35"/>
    <w:rsid w:val="00CD1D53"/>
    <w:rsid w:val="00CD218D"/>
    <w:rsid w:val="00CD3B4E"/>
    <w:rsid w:val="00CD60B3"/>
    <w:rsid w:val="00CD74B2"/>
    <w:rsid w:val="00CE273A"/>
    <w:rsid w:val="00CF0DCC"/>
    <w:rsid w:val="00CF11BA"/>
    <w:rsid w:val="00CF17E3"/>
    <w:rsid w:val="00CF22FD"/>
    <w:rsid w:val="00CF274B"/>
    <w:rsid w:val="00CF445C"/>
    <w:rsid w:val="00CF4DCC"/>
    <w:rsid w:val="00CF5898"/>
    <w:rsid w:val="00D01E32"/>
    <w:rsid w:val="00D02BF9"/>
    <w:rsid w:val="00D04771"/>
    <w:rsid w:val="00D05BF4"/>
    <w:rsid w:val="00D10215"/>
    <w:rsid w:val="00D11260"/>
    <w:rsid w:val="00D11834"/>
    <w:rsid w:val="00D128A2"/>
    <w:rsid w:val="00D151C6"/>
    <w:rsid w:val="00D15A52"/>
    <w:rsid w:val="00D15E8B"/>
    <w:rsid w:val="00D20FB5"/>
    <w:rsid w:val="00D213B9"/>
    <w:rsid w:val="00D2359D"/>
    <w:rsid w:val="00D24D7A"/>
    <w:rsid w:val="00D24E86"/>
    <w:rsid w:val="00D26775"/>
    <w:rsid w:val="00D301C9"/>
    <w:rsid w:val="00D30501"/>
    <w:rsid w:val="00D32D2A"/>
    <w:rsid w:val="00D34407"/>
    <w:rsid w:val="00D34514"/>
    <w:rsid w:val="00D35534"/>
    <w:rsid w:val="00D357E9"/>
    <w:rsid w:val="00D3660E"/>
    <w:rsid w:val="00D36D33"/>
    <w:rsid w:val="00D424B8"/>
    <w:rsid w:val="00D431E2"/>
    <w:rsid w:val="00D447B2"/>
    <w:rsid w:val="00D45546"/>
    <w:rsid w:val="00D45E5D"/>
    <w:rsid w:val="00D47B3F"/>
    <w:rsid w:val="00D47D6D"/>
    <w:rsid w:val="00D515F4"/>
    <w:rsid w:val="00D55302"/>
    <w:rsid w:val="00D5678A"/>
    <w:rsid w:val="00D624A6"/>
    <w:rsid w:val="00D67BD9"/>
    <w:rsid w:val="00D704B5"/>
    <w:rsid w:val="00D70539"/>
    <w:rsid w:val="00D714EC"/>
    <w:rsid w:val="00D75443"/>
    <w:rsid w:val="00D768B6"/>
    <w:rsid w:val="00D76B5F"/>
    <w:rsid w:val="00D7722A"/>
    <w:rsid w:val="00D81DD3"/>
    <w:rsid w:val="00D853D4"/>
    <w:rsid w:val="00D85CF1"/>
    <w:rsid w:val="00D85F11"/>
    <w:rsid w:val="00D87796"/>
    <w:rsid w:val="00D96F78"/>
    <w:rsid w:val="00DA212C"/>
    <w:rsid w:val="00DA2D0E"/>
    <w:rsid w:val="00DA3D62"/>
    <w:rsid w:val="00DA60B3"/>
    <w:rsid w:val="00DA7562"/>
    <w:rsid w:val="00DB1534"/>
    <w:rsid w:val="00DB371A"/>
    <w:rsid w:val="00DB4A3E"/>
    <w:rsid w:val="00DB7703"/>
    <w:rsid w:val="00DC18F0"/>
    <w:rsid w:val="00DC3BBD"/>
    <w:rsid w:val="00DC3C54"/>
    <w:rsid w:val="00DC4214"/>
    <w:rsid w:val="00DC43A2"/>
    <w:rsid w:val="00DC78C7"/>
    <w:rsid w:val="00DD65CF"/>
    <w:rsid w:val="00DD682B"/>
    <w:rsid w:val="00DE0BE6"/>
    <w:rsid w:val="00DE30AE"/>
    <w:rsid w:val="00DE46EF"/>
    <w:rsid w:val="00DF0861"/>
    <w:rsid w:val="00DF6BCC"/>
    <w:rsid w:val="00E00AB3"/>
    <w:rsid w:val="00E02CE8"/>
    <w:rsid w:val="00E030C0"/>
    <w:rsid w:val="00E0317E"/>
    <w:rsid w:val="00E0430C"/>
    <w:rsid w:val="00E065F6"/>
    <w:rsid w:val="00E06E56"/>
    <w:rsid w:val="00E07870"/>
    <w:rsid w:val="00E07DEB"/>
    <w:rsid w:val="00E25389"/>
    <w:rsid w:val="00E26373"/>
    <w:rsid w:val="00E27317"/>
    <w:rsid w:val="00E343EC"/>
    <w:rsid w:val="00E357B0"/>
    <w:rsid w:val="00E40FB1"/>
    <w:rsid w:val="00E41898"/>
    <w:rsid w:val="00E44CAB"/>
    <w:rsid w:val="00E45EBF"/>
    <w:rsid w:val="00E50A05"/>
    <w:rsid w:val="00E527C5"/>
    <w:rsid w:val="00E60622"/>
    <w:rsid w:val="00E60746"/>
    <w:rsid w:val="00E67CAD"/>
    <w:rsid w:val="00E70339"/>
    <w:rsid w:val="00E704F7"/>
    <w:rsid w:val="00E71DFF"/>
    <w:rsid w:val="00E733A5"/>
    <w:rsid w:val="00E748A5"/>
    <w:rsid w:val="00E750BF"/>
    <w:rsid w:val="00E76232"/>
    <w:rsid w:val="00E76246"/>
    <w:rsid w:val="00E81FA9"/>
    <w:rsid w:val="00E82FA9"/>
    <w:rsid w:val="00E84E26"/>
    <w:rsid w:val="00E8643F"/>
    <w:rsid w:val="00E87E4C"/>
    <w:rsid w:val="00E90B24"/>
    <w:rsid w:val="00E90F9D"/>
    <w:rsid w:val="00E91AC0"/>
    <w:rsid w:val="00E9203F"/>
    <w:rsid w:val="00E92142"/>
    <w:rsid w:val="00E95F16"/>
    <w:rsid w:val="00E96362"/>
    <w:rsid w:val="00EA0F51"/>
    <w:rsid w:val="00EA1210"/>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31D3"/>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3D1A"/>
    <w:rsid w:val="00F0646A"/>
    <w:rsid w:val="00F06899"/>
    <w:rsid w:val="00F15F62"/>
    <w:rsid w:val="00F16A9D"/>
    <w:rsid w:val="00F17AD4"/>
    <w:rsid w:val="00F2407B"/>
    <w:rsid w:val="00F25A7C"/>
    <w:rsid w:val="00F25AA5"/>
    <w:rsid w:val="00F25DA5"/>
    <w:rsid w:val="00F3068F"/>
    <w:rsid w:val="00F368B5"/>
    <w:rsid w:val="00F36B70"/>
    <w:rsid w:val="00F37FFE"/>
    <w:rsid w:val="00F425CB"/>
    <w:rsid w:val="00F43CB1"/>
    <w:rsid w:val="00F44497"/>
    <w:rsid w:val="00F511AB"/>
    <w:rsid w:val="00F519ED"/>
    <w:rsid w:val="00F52250"/>
    <w:rsid w:val="00F54681"/>
    <w:rsid w:val="00F56B00"/>
    <w:rsid w:val="00F5729E"/>
    <w:rsid w:val="00F60A4A"/>
    <w:rsid w:val="00F61266"/>
    <w:rsid w:val="00F61D70"/>
    <w:rsid w:val="00F645BC"/>
    <w:rsid w:val="00F6697F"/>
    <w:rsid w:val="00F66BE3"/>
    <w:rsid w:val="00F70D9C"/>
    <w:rsid w:val="00F73459"/>
    <w:rsid w:val="00F76282"/>
    <w:rsid w:val="00F7774A"/>
    <w:rsid w:val="00F779A3"/>
    <w:rsid w:val="00F82612"/>
    <w:rsid w:val="00F8539B"/>
    <w:rsid w:val="00F92F89"/>
    <w:rsid w:val="00F93F94"/>
    <w:rsid w:val="00F94985"/>
    <w:rsid w:val="00F951A9"/>
    <w:rsid w:val="00F966E4"/>
    <w:rsid w:val="00F972C1"/>
    <w:rsid w:val="00F97643"/>
    <w:rsid w:val="00FA2258"/>
    <w:rsid w:val="00FA390F"/>
    <w:rsid w:val="00FA46B9"/>
    <w:rsid w:val="00FA49AA"/>
    <w:rsid w:val="00FA5BBD"/>
    <w:rsid w:val="00FA7250"/>
    <w:rsid w:val="00FB0623"/>
    <w:rsid w:val="00FB38EE"/>
    <w:rsid w:val="00FB3D67"/>
    <w:rsid w:val="00FB484E"/>
    <w:rsid w:val="00FB4958"/>
    <w:rsid w:val="00FB4DA7"/>
    <w:rsid w:val="00FB518D"/>
    <w:rsid w:val="00FB68A4"/>
    <w:rsid w:val="00FC29CB"/>
    <w:rsid w:val="00FC7394"/>
    <w:rsid w:val="00FC7F22"/>
    <w:rsid w:val="00FD4408"/>
    <w:rsid w:val="00FD63F0"/>
    <w:rsid w:val="00FD7163"/>
    <w:rsid w:val="00FD7A60"/>
    <w:rsid w:val="00FE1766"/>
    <w:rsid w:val="00FE670F"/>
    <w:rsid w:val="00FF07FC"/>
    <w:rsid w:val="00FF0BFD"/>
    <w:rsid w:val="00FF2B0C"/>
    <w:rsid w:val="00FF3432"/>
    <w:rsid w:val="00FF493F"/>
    <w:rsid w:val="01804E84"/>
    <w:rsid w:val="024F1DFE"/>
    <w:rsid w:val="031C1EE5"/>
    <w:rsid w:val="0435CDD2"/>
    <w:rsid w:val="05289C0E"/>
    <w:rsid w:val="05954391"/>
    <w:rsid w:val="05D19E33"/>
    <w:rsid w:val="072D85B2"/>
    <w:rsid w:val="07875D5E"/>
    <w:rsid w:val="078BF87A"/>
    <w:rsid w:val="086A03C0"/>
    <w:rsid w:val="094DFD52"/>
    <w:rsid w:val="0AA50F56"/>
    <w:rsid w:val="0AED84DD"/>
    <w:rsid w:val="0C610EA1"/>
    <w:rsid w:val="0CCC4C93"/>
    <w:rsid w:val="0F35211C"/>
    <w:rsid w:val="0F62C7BC"/>
    <w:rsid w:val="100E8C3C"/>
    <w:rsid w:val="1332E2F7"/>
    <w:rsid w:val="13A8DBFF"/>
    <w:rsid w:val="14AAE3B5"/>
    <w:rsid w:val="14B0B812"/>
    <w:rsid w:val="17A70875"/>
    <w:rsid w:val="1960E99A"/>
    <w:rsid w:val="1AC3093A"/>
    <w:rsid w:val="1AC99086"/>
    <w:rsid w:val="1B1C19C3"/>
    <w:rsid w:val="1BBB3B87"/>
    <w:rsid w:val="1C5EF107"/>
    <w:rsid w:val="1F5B06DD"/>
    <w:rsid w:val="1FE03AF9"/>
    <w:rsid w:val="204EB669"/>
    <w:rsid w:val="2132622A"/>
    <w:rsid w:val="21437465"/>
    <w:rsid w:val="21A6D85C"/>
    <w:rsid w:val="220C1A1B"/>
    <w:rsid w:val="264B622B"/>
    <w:rsid w:val="26576A6F"/>
    <w:rsid w:val="27544A19"/>
    <w:rsid w:val="280D6EC0"/>
    <w:rsid w:val="28820A14"/>
    <w:rsid w:val="2CA7A4EE"/>
    <w:rsid w:val="2CC79A7D"/>
    <w:rsid w:val="2EB45D98"/>
    <w:rsid w:val="2F49DD6A"/>
    <w:rsid w:val="2FA42A1A"/>
    <w:rsid w:val="319CAA12"/>
    <w:rsid w:val="330EABA6"/>
    <w:rsid w:val="331E3B5B"/>
    <w:rsid w:val="3324789A"/>
    <w:rsid w:val="3445E971"/>
    <w:rsid w:val="34B3C3BC"/>
    <w:rsid w:val="34C8D06D"/>
    <w:rsid w:val="387939B1"/>
    <w:rsid w:val="3B26A526"/>
    <w:rsid w:val="3BB0DA73"/>
    <w:rsid w:val="3BF98F18"/>
    <w:rsid w:val="3DFB0969"/>
    <w:rsid w:val="3E1F2B94"/>
    <w:rsid w:val="3F9E3026"/>
    <w:rsid w:val="3FB3011C"/>
    <w:rsid w:val="40F9355F"/>
    <w:rsid w:val="45AA45C1"/>
    <w:rsid w:val="4759C09F"/>
    <w:rsid w:val="498F73F4"/>
    <w:rsid w:val="4B73F82A"/>
    <w:rsid w:val="4C3EF836"/>
    <w:rsid w:val="4E276761"/>
    <w:rsid w:val="4E5912B0"/>
    <w:rsid w:val="4E9B00BF"/>
    <w:rsid w:val="4EC8D438"/>
    <w:rsid w:val="4F068C85"/>
    <w:rsid w:val="4F68BBFF"/>
    <w:rsid w:val="506361A0"/>
    <w:rsid w:val="514F50E0"/>
    <w:rsid w:val="51D7C828"/>
    <w:rsid w:val="52EDC208"/>
    <w:rsid w:val="53634D08"/>
    <w:rsid w:val="54345705"/>
    <w:rsid w:val="5519B1A9"/>
    <w:rsid w:val="561E29AD"/>
    <w:rsid w:val="57D7CCC8"/>
    <w:rsid w:val="591DFCF0"/>
    <w:rsid w:val="5A039869"/>
    <w:rsid w:val="5C8B8C2F"/>
    <w:rsid w:val="5E36EA94"/>
    <w:rsid w:val="61931B46"/>
    <w:rsid w:val="632EEBA7"/>
    <w:rsid w:val="64CABC08"/>
    <w:rsid w:val="66E57461"/>
    <w:rsid w:val="6A144E8F"/>
    <w:rsid w:val="6A6F9525"/>
    <w:rsid w:val="6ABC3DBD"/>
    <w:rsid w:val="6B24020C"/>
    <w:rsid w:val="6B508C36"/>
    <w:rsid w:val="6F833E61"/>
    <w:rsid w:val="700D6EAF"/>
    <w:rsid w:val="7032FFB2"/>
    <w:rsid w:val="751EFDC2"/>
    <w:rsid w:val="75B18434"/>
    <w:rsid w:val="7649C345"/>
    <w:rsid w:val="79DE8A73"/>
    <w:rsid w:val="7B058122"/>
    <w:rsid w:val="7FDA5F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5AE07"/>
  <w15:docId w15:val="{CFFBB621-6761-4ECE-85D0-BC1258F3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uiPriority w:val="99"/>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 w:type="paragraph" w:customStyle="1" w:styleId="Bodytext0">
    <w:name w:val="Bodytext"/>
    <w:qFormat/>
    <w:rsid w:val="00E00AB3"/>
    <w:pPr>
      <w:spacing w:line="360" w:lineRule="auto"/>
    </w:pPr>
    <w:rPr>
      <w:rFonts w:ascii="Arial" w:hAnsi="Arial"/>
      <w:sz w:val="22"/>
    </w:rPr>
  </w:style>
  <w:style w:type="character" w:customStyle="1" w:styleId="normaltextrun">
    <w:name w:val="normaltextrun"/>
    <w:basedOn w:val="Absatz-Standardschriftart"/>
    <w:rsid w:val="00A93B0E"/>
  </w:style>
  <w:style w:type="character" w:customStyle="1" w:styleId="ui-provider">
    <w:name w:val="ui-provider"/>
    <w:basedOn w:val="Absatz-Standardschriftart"/>
    <w:rsid w:val="000136BF"/>
  </w:style>
  <w:style w:type="character" w:customStyle="1" w:styleId="white-space-pre">
    <w:name w:val="white-space-pre"/>
    <w:basedOn w:val="Absatz-Standardschriftart"/>
    <w:rsid w:val="00013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45589962">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889a2587-42bb-4002-a2f6-7a91704ae09e">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e26932ce-dc66-4ec6-9c46-6914f7485c28">
      <Terms xmlns="http://schemas.microsoft.com/office/infopath/2007/PartnerControls"/>
    </lcf76f155ced4ddcb4097134ff3c332f>
    <TaxCatchAll xmlns="889a2587-42bb-4002-a2f6-7a91704ae09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A6EDC99263244B9ECAC94054CFD683" ma:contentTypeVersion="14" ma:contentTypeDescription="Ein neues Dokument erstellen." ma:contentTypeScope="" ma:versionID="ffb67c0d56dda86879973a68d7ae3710">
  <xsd:schema xmlns:xsd="http://www.w3.org/2001/XMLSchema" xmlns:xs="http://www.w3.org/2001/XMLSchema" xmlns:p="http://schemas.microsoft.com/office/2006/metadata/properties" xmlns:ns2="e26932ce-dc66-4ec6-9c46-6914f7485c28" xmlns:ns3="889a2587-42bb-4002-a2f6-7a91704ae09e" targetNamespace="http://schemas.microsoft.com/office/2006/metadata/properties" ma:root="true" ma:fieldsID="ef35314719a716aaa3fa8881fa62aed4" ns2:_="" ns3:_="">
    <xsd:import namespace="e26932ce-dc66-4ec6-9c46-6914f7485c28"/>
    <xsd:import namespace="889a2587-42bb-4002-a2f6-7a91704ae0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6932ce-dc66-4ec6-9c46-6914f748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9a2587-42bb-4002-a2f6-7a91704ae09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af29251c-b4a3-4132-bdb7-353903efbe7c}" ma:internalName="TaxCatchAll" ma:showField="CatchAllData" ma:web="889a2587-42bb-4002-a2f6-7a91704ae0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889a2587-42bb-4002-a2f6-7a91704ae09e"/>
    <ds:schemaRef ds:uri="e26932ce-dc66-4ec6-9c46-6914f7485c28"/>
  </ds:schemaRefs>
</ds:datastoreItem>
</file>

<file path=customXml/itemProps4.xml><?xml version="1.0" encoding="utf-8"?>
<ds:datastoreItem xmlns:ds="http://schemas.openxmlformats.org/officeDocument/2006/customXml" ds:itemID="{15EB7BAE-9BF1-453E-B5BF-36BA267AA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6932ce-dc66-4ec6-9c46-6914f7485c28"/>
    <ds:schemaRef ds:uri="889a2587-42bb-4002-a2f6-7a91704ae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722</Words>
  <Characters>4555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Birgit Hagelschuer</cp:lastModifiedBy>
  <cp:revision>2</cp:revision>
  <cp:lastPrinted>2021-01-07T11:41:00Z</cp:lastPrinted>
  <dcterms:created xsi:type="dcterms:W3CDTF">2023-12-18T10:46:00Z</dcterms:created>
  <dcterms:modified xsi:type="dcterms:W3CDTF">2023-12-18T10:46:00Z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0x01010090A6EDC99263244B9ECAC94054CFD683</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